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75DAFE" w14:textId="77777777" w:rsidR="000719BB" w:rsidRDefault="000719BB" w:rsidP="006C2343">
      <w:pPr>
        <w:pStyle w:val="Titul2"/>
      </w:pPr>
    </w:p>
    <w:p w14:paraId="405EFB85" w14:textId="77777777" w:rsidR="00826B7B" w:rsidRDefault="00826B7B" w:rsidP="006C2343">
      <w:pPr>
        <w:pStyle w:val="Titul2"/>
      </w:pPr>
    </w:p>
    <w:p w14:paraId="16E3EE77" w14:textId="77777777" w:rsidR="00DA1C67" w:rsidRDefault="00DA1C67" w:rsidP="006C2343">
      <w:pPr>
        <w:pStyle w:val="Titul2"/>
      </w:pPr>
    </w:p>
    <w:p w14:paraId="41401A35" w14:textId="77777777" w:rsidR="003254A3" w:rsidRPr="000719BB" w:rsidRDefault="00BD76C3" w:rsidP="006C2343">
      <w:pPr>
        <w:pStyle w:val="Titul2"/>
      </w:pPr>
      <w:r>
        <w:t>Příloha č. 2 c)</w:t>
      </w:r>
    </w:p>
    <w:p w14:paraId="533A27F6" w14:textId="77777777" w:rsidR="003254A3" w:rsidRDefault="003254A3" w:rsidP="00AD0C7B">
      <w:pPr>
        <w:pStyle w:val="Titul2"/>
      </w:pPr>
    </w:p>
    <w:p w14:paraId="791BF7DB" w14:textId="77777777" w:rsidR="00AD0C7B" w:rsidRDefault="00BD76C3" w:rsidP="006C2343">
      <w:pPr>
        <w:pStyle w:val="Titul1"/>
      </w:pPr>
      <w:r>
        <w:t>Zvláštní</w:t>
      </w:r>
      <w:r w:rsidR="00AD0C7B">
        <w:t xml:space="preserve"> technické podmínky</w:t>
      </w:r>
    </w:p>
    <w:p w14:paraId="4100978D" w14:textId="77777777" w:rsidR="00AD0C7B" w:rsidRDefault="00AD0C7B" w:rsidP="00EB46E5">
      <w:pPr>
        <w:pStyle w:val="Titul2"/>
      </w:pPr>
    </w:p>
    <w:p w14:paraId="4EC2D3F7"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234A791C" w14:textId="77777777" w:rsidR="002007BA" w:rsidRDefault="002007BA" w:rsidP="006C2343">
      <w:pPr>
        <w:pStyle w:val="Tituldatum"/>
      </w:pPr>
    </w:p>
    <w:sdt>
      <w:sdtPr>
        <w:rPr>
          <w:rStyle w:val="Nzevakce"/>
        </w:rPr>
        <w:alias w:val="Název akce - Vypsat pole, přenese se do zápatí"/>
        <w:tag w:val="Název akce"/>
        <w:id w:val="1889687308"/>
        <w:placeholder>
          <w:docPart w:val="21972E5A5C1F47B39773C2CED101A76C"/>
        </w:placeholder>
        <w:text w:multiLine="1"/>
      </w:sdtPr>
      <w:sdtEndPr>
        <w:rPr>
          <w:rStyle w:val="Nzevakce"/>
        </w:rPr>
      </w:sdtEndPr>
      <w:sdtContent>
        <w:p w14:paraId="7B14DA7F" w14:textId="25AD11A7" w:rsidR="00BF54FE" w:rsidRPr="00D61BB3" w:rsidRDefault="00A616A4" w:rsidP="006C2343">
          <w:pPr>
            <w:pStyle w:val="Tituldatum"/>
            <w:rPr>
              <w:rStyle w:val="Nzevakce"/>
            </w:rPr>
          </w:pPr>
          <w:r w:rsidRPr="00A616A4">
            <w:rPr>
              <w:rStyle w:val="Nzevakce"/>
            </w:rPr>
            <w:t xml:space="preserve">Implementace ETCS </w:t>
          </w:r>
          <w:proofErr w:type="spellStart"/>
          <w:r w:rsidRPr="00A616A4">
            <w:rPr>
              <w:rStyle w:val="Nzevakce"/>
            </w:rPr>
            <w:t>Regional</w:t>
          </w:r>
          <w:proofErr w:type="spellEnd"/>
          <w:r w:rsidRPr="00A616A4">
            <w:rPr>
              <w:rStyle w:val="Nzevakce"/>
            </w:rPr>
            <w:t xml:space="preserve"> </w:t>
          </w:r>
          <w:proofErr w:type="gramStart"/>
          <w:r w:rsidRPr="00A616A4">
            <w:rPr>
              <w:rStyle w:val="Nzevakce"/>
            </w:rPr>
            <w:t>Chrudim - Borohrádek</w:t>
          </w:r>
          <w:proofErr w:type="gramEnd"/>
        </w:p>
      </w:sdtContent>
    </w:sdt>
    <w:p w14:paraId="6A0F243C" w14:textId="77777777" w:rsidR="00BF54FE" w:rsidRDefault="00BF54FE" w:rsidP="006C2343">
      <w:pPr>
        <w:pStyle w:val="Tituldatum"/>
      </w:pPr>
    </w:p>
    <w:p w14:paraId="61EDF36D" w14:textId="77777777" w:rsidR="009226C1" w:rsidRDefault="009226C1" w:rsidP="006C2343">
      <w:pPr>
        <w:pStyle w:val="Tituldatum"/>
      </w:pPr>
    </w:p>
    <w:p w14:paraId="00A09071" w14:textId="77777777" w:rsidR="00DA1C67" w:rsidRDefault="00DA1C67" w:rsidP="006C2343">
      <w:pPr>
        <w:pStyle w:val="Tituldatum"/>
      </w:pPr>
    </w:p>
    <w:p w14:paraId="2AD1EB7C" w14:textId="77777777" w:rsidR="00DA1C67" w:rsidRDefault="00DA1C67" w:rsidP="006C2343">
      <w:pPr>
        <w:pStyle w:val="Tituldatum"/>
      </w:pPr>
    </w:p>
    <w:p w14:paraId="5243C2DF" w14:textId="77777777" w:rsidR="003B111D" w:rsidRDefault="003B111D" w:rsidP="006C2343">
      <w:pPr>
        <w:pStyle w:val="Tituldatum"/>
      </w:pPr>
    </w:p>
    <w:p w14:paraId="0C97CDA7" w14:textId="076EECEE" w:rsidR="00826B7B" w:rsidRPr="006C2343" w:rsidRDefault="006C2343" w:rsidP="006C2343">
      <w:pPr>
        <w:pStyle w:val="Tituldatum"/>
      </w:pPr>
      <w:r w:rsidRPr="00F15018">
        <w:t xml:space="preserve">Datum vydání: </w:t>
      </w:r>
      <w:r w:rsidRPr="00F15018">
        <w:tab/>
      </w:r>
      <w:r w:rsidR="00F15018" w:rsidRPr="00F15018">
        <w:t>2</w:t>
      </w:r>
      <w:r w:rsidR="009A7F33">
        <w:t>4</w:t>
      </w:r>
      <w:r w:rsidR="003A72CE" w:rsidRPr="00F15018">
        <w:t>.</w:t>
      </w:r>
      <w:r w:rsidRPr="00F15018">
        <w:t xml:space="preserve"> </w:t>
      </w:r>
      <w:r w:rsidR="00A616A4" w:rsidRPr="00F15018">
        <w:t>8</w:t>
      </w:r>
      <w:r w:rsidRPr="00F15018">
        <w:t>. 20</w:t>
      </w:r>
      <w:r w:rsidR="003202DC" w:rsidRPr="00F15018">
        <w:t>2</w:t>
      </w:r>
      <w:r w:rsidR="00107C19" w:rsidRPr="00F15018">
        <w:t>3</w:t>
      </w:r>
      <w:r w:rsidR="0076790E">
        <w:t xml:space="preserve"> </w:t>
      </w:r>
    </w:p>
    <w:p w14:paraId="36B9395D" w14:textId="77777777" w:rsidR="00826B7B" w:rsidRDefault="00826B7B">
      <w:r>
        <w:br w:type="page"/>
      </w:r>
    </w:p>
    <w:p w14:paraId="775B8C08" w14:textId="77777777" w:rsidR="00BD7E91" w:rsidRDefault="00BD7E91" w:rsidP="00B101FD">
      <w:pPr>
        <w:pStyle w:val="Nadpisbezsl1-1"/>
      </w:pPr>
      <w:r>
        <w:lastRenderedPageBreak/>
        <w:t>Obsah</w:t>
      </w:r>
      <w:r w:rsidR="00887F36">
        <w:t xml:space="preserve"> </w:t>
      </w:r>
    </w:p>
    <w:p w14:paraId="2F28841B" w14:textId="6385BC8B" w:rsidR="00261102"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153174907" w:history="1">
        <w:r w:rsidR="00261102" w:rsidRPr="003F684E">
          <w:rPr>
            <w:rStyle w:val="Hypertextovodkaz"/>
          </w:rPr>
          <w:t>SEZNAM ZKRATEK</w:t>
        </w:r>
        <w:r w:rsidR="00261102">
          <w:rPr>
            <w:noProof/>
            <w:webHidden/>
          </w:rPr>
          <w:tab/>
        </w:r>
        <w:r w:rsidR="00261102">
          <w:rPr>
            <w:noProof/>
            <w:webHidden/>
          </w:rPr>
          <w:fldChar w:fldCharType="begin"/>
        </w:r>
        <w:r w:rsidR="00261102">
          <w:rPr>
            <w:noProof/>
            <w:webHidden/>
          </w:rPr>
          <w:instrText xml:space="preserve"> PAGEREF _Toc153174907 \h </w:instrText>
        </w:r>
        <w:r w:rsidR="00261102">
          <w:rPr>
            <w:noProof/>
            <w:webHidden/>
          </w:rPr>
        </w:r>
        <w:r w:rsidR="00261102">
          <w:rPr>
            <w:noProof/>
            <w:webHidden/>
          </w:rPr>
          <w:fldChar w:fldCharType="separate"/>
        </w:r>
        <w:r w:rsidR="00261102">
          <w:rPr>
            <w:noProof/>
            <w:webHidden/>
          </w:rPr>
          <w:t>2</w:t>
        </w:r>
        <w:r w:rsidR="00261102">
          <w:rPr>
            <w:noProof/>
            <w:webHidden/>
          </w:rPr>
          <w:fldChar w:fldCharType="end"/>
        </w:r>
      </w:hyperlink>
    </w:p>
    <w:p w14:paraId="4060C80A" w14:textId="33245F13" w:rsidR="00261102" w:rsidRDefault="00261102">
      <w:pPr>
        <w:pStyle w:val="Obsah1"/>
        <w:rPr>
          <w:rFonts w:asciiTheme="minorHAnsi" w:eastAsiaTheme="minorEastAsia" w:hAnsiTheme="minorHAnsi"/>
          <w:b w:val="0"/>
          <w:caps w:val="0"/>
          <w:noProof/>
          <w:spacing w:val="0"/>
          <w:sz w:val="22"/>
          <w:szCs w:val="22"/>
          <w:lang w:eastAsia="cs-CZ"/>
        </w:rPr>
      </w:pPr>
      <w:hyperlink w:anchor="_Toc153174908" w:history="1">
        <w:r w:rsidRPr="003F684E">
          <w:rPr>
            <w:rStyle w:val="Hypertextovodkaz"/>
          </w:rPr>
          <w:t>1.</w:t>
        </w:r>
        <w:r>
          <w:rPr>
            <w:rFonts w:asciiTheme="minorHAnsi" w:eastAsiaTheme="minorEastAsia" w:hAnsiTheme="minorHAnsi"/>
            <w:b w:val="0"/>
            <w:caps w:val="0"/>
            <w:noProof/>
            <w:spacing w:val="0"/>
            <w:sz w:val="22"/>
            <w:szCs w:val="22"/>
            <w:lang w:eastAsia="cs-CZ"/>
          </w:rPr>
          <w:tab/>
        </w:r>
        <w:r w:rsidRPr="003F684E">
          <w:rPr>
            <w:rStyle w:val="Hypertextovodkaz"/>
          </w:rPr>
          <w:t>SPECIFIKACE PŘEDMĚTU DÍLA</w:t>
        </w:r>
        <w:r>
          <w:rPr>
            <w:noProof/>
            <w:webHidden/>
          </w:rPr>
          <w:tab/>
        </w:r>
        <w:r>
          <w:rPr>
            <w:noProof/>
            <w:webHidden/>
          </w:rPr>
          <w:fldChar w:fldCharType="begin"/>
        </w:r>
        <w:r>
          <w:rPr>
            <w:noProof/>
            <w:webHidden/>
          </w:rPr>
          <w:instrText xml:space="preserve"> PAGEREF _Toc153174908 \h </w:instrText>
        </w:r>
        <w:r>
          <w:rPr>
            <w:noProof/>
            <w:webHidden/>
          </w:rPr>
        </w:r>
        <w:r>
          <w:rPr>
            <w:noProof/>
            <w:webHidden/>
          </w:rPr>
          <w:fldChar w:fldCharType="separate"/>
        </w:r>
        <w:r>
          <w:rPr>
            <w:noProof/>
            <w:webHidden/>
          </w:rPr>
          <w:t>3</w:t>
        </w:r>
        <w:r>
          <w:rPr>
            <w:noProof/>
            <w:webHidden/>
          </w:rPr>
          <w:fldChar w:fldCharType="end"/>
        </w:r>
      </w:hyperlink>
    </w:p>
    <w:p w14:paraId="5BE7055E" w14:textId="51D4A110" w:rsidR="00261102" w:rsidRDefault="00261102">
      <w:pPr>
        <w:pStyle w:val="Obsah2"/>
        <w:rPr>
          <w:rFonts w:asciiTheme="minorHAnsi" w:eastAsiaTheme="minorEastAsia" w:hAnsiTheme="minorHAnsi"/>
          <w:noProof/>
          <w:spacing w:val="0"/>
          <w:sz w:val="22"/>
          <w:szCs w:val="22"/>
          <w:lang w:eastAsia="cs-CZ"/>
        </w:rPr>
      </w:pPr>
      <w:hyperlink w:anchor="_Toc153174909" w:history="1">
        <w:r w:rsidRPr="003F684E">
          <w:rPr>
            <w:rStyle w:val="Hypertextovodkaz"/>
            <w:rFonts w:asciiTheme="majorHAnsi" w:hAnsiTheme="majorHAnsi"/>
          </w:rPr>
          <w:t>1.1</w:t>
        </w:r>
        <w:r>
          <w:rPr>
            <w:rFonts w:asciiTheme="minorHAnsi" w:eastAsiaTheme="minorEastAsia" w:hAnsiTheme="minorHAnsi"/>
            <w:noProof/>
            <w:spacing w:val="0"/>
            <w:sz w:val="22"/>
            <w:szCs w:val="22"/>
            <w:lang w:eastAsia="cs-CZ"/>
          </w:rPr>
          <w:tab/>
        </w:r>
        <w:r w:rsidRPr="003F684E">
          <w:rPr>
            <w:rStyle w:val="Hypertextovodkaz"/>
          </w:rPr>
          <w:t>Účel a rozsah předmětu Díla</w:t>
        </w:r>
        <w:r>
          <w:rPr>
            <w:noProof/>
            <w:webHidden/>
          </w:rPr>
          <w:tab/>
        </w:r>
        <w:r>
          <w:rPr>
            <w:noProof/>
            <w:webHidden/>
          </w:rPr>
          <w:fldChar w:fldCharType="begin"/>
        </w:r>
        <w:r>
          <w:rPr>
            <w:noProof/>
            <w:webHidden/>
          </w:rPr>
          <w:instrText xml:space="preserve"> PAGEREF _Toc153174909 \h </w:instrText>
        </w:r>
        <w:r>
          <w:rPr>
            <w:noProof/>
            <w:webHidden/>
          </w:rPr>
        </w:r>
        <w:r>
          <w:rPr>
            <w:noProof/>
            <w:webHidden/>
          </w:rPr>
          <w:fldChar w:fldCharType="separate"/>
        </w:r>
        <w:r>
          <w:rPr>
            <w:noProof/>
            <w:webHidden/>
          </w:rPr>
          <w:t>3</w:t>
        </w:r>
        <w:r>
          <w:rPr>
            <w:noProof/>
            <w:webHidden/>
          </w:rPr>
          <w:fldChar w:fldCharType="end"/>
        </w:r>
      </w:hyperlink>
    </w:p>
    <w:p w14:paraId="48C5C9E7" w14:textId="0A046324" w:rsidR="00261102" w:rsidRDefault="00261102">
      <w:pPr>
        <w:pStyle w:val="Obsah2"/>
        <w:rPr>
          <w:rFonts w:asciiTheme="minorHAnsi" w:eastAsiaTheme="minorEastAsia" w:hAnsiTheme="minorHAnsi"/>
          <w:noProof/>
          <w:spacing w:val="0"/>
          <w:sz w:val="22"/>
          <w:szCs w:val="22"/>
          <w:lang w:eastAsia="cs-CZ"/>
        </w:rPr>
      </w:pPr>
      <w:hyperlink w:anchor="_Toc153174910" w:history="1">
        <w:r w:rsidRPr="003F684E">
          <w:rPr>
            <w:rStyle w:val="Hypertextovodkaz"/>
            <w:rFonts w:asciiTheme="majorHAnsi" w:hAnsiTheme="majorHAnsi"/>
          </w:rPr>
          <w:t>1.2</w:t>
        </w:r>
        <w:r>
          <w:rPr>
            <w:rFonts w:asciiTheme="minorHAnsi" w:eastAsiaTheme="minorEastAsia" w:hAnsiTheme="minorHAnsi"/>
            <w:noProof/>
            <w:spacing w:val="0"/>
            <w:sz w:val="22"/>
            <w:szCs w:val="22"/>
            <w:lang w:eastAsia="cs-CZ"/>
          </w:rPr>
          <w:tab/>
        </w:r>
        <w:r w:rsidRPr="003F684E">
          <w:rPr>
            <w:rStyle w:val="Hypertextovodkaz"/>
          </w:rPr>
          <w:t>Umístění stavby</w:t>
        </w:r>
        <w:r>
          <w:rPr>
            <w:noProof/>
            <w:webHidden/>
          </w:rPr>
          <w:tab/>
        </w:r>
        <w:r>
          <w:rPr>
            <w:noProof/>
            <w:webHidden/>
          </w:rPr>
          <w:fldChar w:fldCharType="begin"/>
        </w:r>
        <w:r>
          <w:rPr>
            <w:noProof/>
            <w:webHidden/>
          </w:rPr>
          <w:instrText xml:space="preserve"> PAGEREF _Toc153174910 \h </w:instrText>
        </w:r>
        <w:r>
          <w:rPr>
            <w:noProof/>
            <w:webHidden/>
          </w:rPr>
        </w:r>
        <w:r>
          <w:rPr>
            <w:noProof/>
            <w:webHidden/>
          </w:rPr>
          <w:fldChar w:fldCharType="separate"/>
        </w:r>
        <w:r>
          <w:rPr>
            <w:noProof/>
            <w:webHidden/>
          </w:rPr>
          <w:t>3</w:t>
        </w:r>
        <w:r>
          <w:rPr>
            <w:noProof/>
            <w:webHidden/>
          </w:rPr>
          <w:fldChar w:fldCharType="end"/>
        </w:r>
      </w:hyperlink>
    </w:p>
    <w:p w14:paraId="66DF8C31" w14:textId="15F5BAAE" w:rsidR="00261102" w:rsidRDefault="00261102">
      <w:pPr>
        <w:pStyle w:val="Obsah1"/>
        <w:rPr>
          <w:rFonts w:asciiTheme="minorHAnsi" w:eastAsiaTheme="minorEastAsia" w:hAnsiTheme="minorHAnsi"/>
          <w:b w:val="0"/>
          <w:caps w:val="0"/>
          <w:noProof/>
          <w:spacing w:val="0"/>
          <w:sz w:val="22"/>
          <w:szCs w:val="22"/>
          <w:lang w:eastAsia="cs-CZ"/>
        </w:rPr>
      </w:pPr>
      <w:hyperlink w:anchor="_Toc153174911" w:history="1">
        <w:r w:rsidRPr="003F684E">
          <w:rPr>
            <w:rStyle w:val="Hypertextovodkaz"/>
          </w:rPr>
          <w:t>2.</w:t>
        </w:r>
        <w:r>
          <w:rPr>
            <w:rFonts w:asciiTheme="minorHAnsi" w:eastAsiaTheme="minorEastAsia" w:hAnsiTheme="minorHAnsi"/>
            <w:b w:val="0"/>
            <w:caps w:val="0"/>
            <w:noProof/>
            <w:spacing w:val="0"/>
            <w:sz w:val="22"/>
            <w:szCs w:val="22"/>
            <w:lang w:eastAsia="cs-CZ"/>
          </w:rPr>
          <w:tab/>
        </w:r>
        <w:r w:rsidRPr="003F684E">
          <w:rPr>
            <w:rStyle w:val="Hypertextovodkaz"/>
          </w:rPr>
          <w:t>PŘEHLED VÝCHOZÍCH PODKLADŮ</w:t>
        </w:r>
        <w:r>
          <w:rPr>
            <w:noProof/>
            <w:webHidden/>
          </w:rPr>
          <w:tab/>
        </w:r>
        <w:r>
          <w:rPr>
            <w:noProof/>
            <w:webHidden/>
          </w:rPr>
          <w:fldChar w:fldCharType="begin"/>
        </w:r>
        <w:r>
          <w:rPr>
            <w:noProof/>
            <w:webHidden/>
          </w:rPr>
          <w:instrText xml:space="preserve"> PAGEREF _Toc153174911 \h </w:instrText>
        </w:r>
        <w:r>
          <w:rPr>
            <w:noProof/>
            <w:webHidden/>
          </w:rPr>
        </w:r>
        <w:r>
          <w:rPr>
            <w:noProof/>
            <w:webHidden/>
          </w:rPr>
          <w:fldChar w:fldCharType="separate"/>
        </w:r>
        <w:r>
          <w:rPr>
            <w:noProof/>
            <w:webHidden/>
          </w:rPr>
          <w:t>3</w:t>
        </w:r>
        <w:r>
          <w:rPr>
            <w:noProof/>
            <w:webHidden/>
          </w:rPr>
          <w:fldChar w:fldCharType="end"/>
        </w:r>
      </w:hyperlink>
    </w:p>
    <w:p w14:paraId="29121582" w14:textId="5B98361C" w:rsidR="00261102" w:rsidRDefault="00261102">
      <w:pPr>
        <w:pStyle w:val="Obsah2"/>
        <w:rPr>
          <w:rFonts w:asciiTheme="minorHAnsi" w:eastAsiaTheme="minorEastAsia" w:hAnsiTheme="minorHAnsi"/>
          <w:noProof/>
          <w:spacing w:val="0"/>
          <w:sz w:val="22"/>
          <w:szCs w:val="22"/>
          <w:lang w:eastAsia="cs-CZ"/>
        </w:rPr>
      </w:pPr>
      <w:hyperlink w:anchor="_Toc153174912" w:history="1">
        <w:r w:rsidRPr="003F684E">
          <w:rPr>
            <w:rStyle w:val="Hypertextovodkaz"/>
            <w:rFonts w:asciiTheme="majorHAnsi" w:hAnsiTheme="majorHAnsi"/>
          </w:rPr>
          <w:t>2.1</w:t>
        </w:r>
        <w:r>
          <w:rPr>
            <w:rFonts w:asciiTheme="minorHAnsi" w:eastAsiaTheme="minorEastAsia" w:hAnsiTheme="minorHAnsi"/>
            <w:noProof/>
            <w:spacing w:val="0"/>
            <w:sz w:val="22"/>
            <w:szCs w:val="22"/>
            <w:lang w:eastAsia="cs-CZ"/>
          </w:rPr>
          <w:tab/>
        </w:r>
        <w:r w:rsidRPr="003F684E">
          <w:rPr>
            <w:rStyle w:val="Hypertextovodkaz"/>
          </w:rPr>
          <w:t>Projektová dokumentace</w:t>
        </w:r>
        <w:r>
          <w:rPr>
            <w:noProof/>
            <w:webHidden/>
          </w:rPr>
          <w:tab/>
        </w:r>
        <w:r>
          <w:rPr>
            <w:noProof/>
            <w:webHidden/>
          </w:rPr>
          <w:fldChar w:fldCharType="begin"/>
        </w:r>
        <w:r>
          <w:rPr>
            <w:noProof/>
            <w:webHidden/>
          </w:rPr>
          <w:instrText xml:space="preserve"> PAGEREF _Toc153174912 \h </w:instrText>
        </w:r>
        <w:r>
          <w:rPr>
            <w:noProof/>
            <w:webHidden/>
          </w:rPr>
        </w:r>
        <w:r>
          <w:rPr>
            <w:noProof/>
            <w:webHidden/>
          </w:rPr>
          <w:fldChar w:fldCharType="separate"/>
        </w:r>
        <w:r>
          <w:rPr>
            <w:noProof/>
            <w:webHidden/>
          </w:rPr>
          <w:t>3</w:t>
        </w:r>
        <w:r>
          <w:rPr>
            <w:noProof/>
            <w:webHidden/>
          </w:rPr>
          <w:fldChar w:fldCharType="end"/>
        </w:r>
      </w:hyperlink>
    </w:p>
    <w:p w14:paraId="35CFF0AC" w14:textId="7FA2DABC" w:rsidR="00261102" w:rsidRDefault="00261102">
      <w:pPr>
        <w:pStyle w:val="Obsah2"/>
        <w:rPr>
          <w:rFonts w:asciiTheme="minorHAnsi" w:eastAsiaTheme="minorEastAsia" w:hAnsiTheme="minorHAnsi"/>
          <w:noProof/>
          <w:spacing w:val="0"/>
          <w:sz w:val="22"/>
          <w:szCs w:val="22"/>
          <w:lang w:eastAsia="cs-CZ"/>
        </w:rPr>
      </w:pPr>
      <w:hyperlink w:anchor="_Toc153174913" w:history="1">
        <w:r w:rsidRPr="003F684E">
          <w:rPr>
            <w:rStyle w:val="Hypertextovodkaz"/>
            <w:rFonts w:asciiTheme="majorHAnsi" w:hAnsiTheme="majorHAnsi"/>
          </w:rPr>
          <w:t>2.2</w:t>
        </w:r>
        <w:r>
          <w:rPr>
            <w:rFonts w:asciiTheme="minorHAnsi" w:eastAsiaTheme="minorEastAsia" w:hAnsiTheme="minorHAnsi"/>
            <w:noProof/>
            <w:spacing w:val="0"/>
            <w:sz w:val="22"/>
            <w:szCs w:val="22"/>
            <w:lang w:eastAsia="cs-CZ"/>
          </w:rPr>
          <w:tab/>
        </w:r>
        <w:r w:rsidRPr="003F684E">
          <w:rPr>
            <w:rStyle w:val="Hypertextovodkaz"/>
          </w:rPr>
          <w:t>Související dokumentace</w:t>
        </w:r>
        <w:r>
          <w:rPr>
            <w:noProof/>
            <w:webHidden/>
          </w:rPr>
          <w:tab/>
        </w:r>
        <w:r>
          <w:rPr>
            <w:noProof/>
            <w:webHidden/>
          </w:rPr>
          <w:fldChar w:fldCharType="begin"/>
        </w:r>
        <w:r>
          <w:rPr>
            <w:noProof/>
            <w:webHidden/>
          </w:rPr>
          <w:instrText xml:space="preserve"> PAGEREF _Toc153174913 \h </w:instrText>
        </w:r>
        <w:r>
          <w:rPr>
            <w:noProof/>
            <w:webHidden/>
          </w:rPr>
        </w:r>
        <w:r>
          <w:rPr>
            <w:noProof/>
            <w:webHidden/>
          </w:rPr>
          <w:fldChar w:fldCharType="separate"/>
        </w:r>
        <w:r>
          <w:rPr>
            <w:noProof/>
            <w:webHidden/>
          </w:rPr>
          <w:t>3</w:t>
        </w:r>
        <w:r>
          <w:rPr>
            <w:noProof/>
            <w:webHidden/>
          </w:rPr>
          <w:fldChar w:fldCharType="end"/>
        </w:r>
      </w:hyperlink>
    </w:p>
    <w:p w14:paraId="0550C52A" w14:textId="3B15FC70" w:rsidR="00261102" w:rsidRDefault="00261102">
      <w:pPr>
        <w:pStyle w:val="Obsah1"/>
        <w:rPr>
          <w:rFonts w:asciiTheme="minorHAnsi" w:eastAsiaTheme="minorEastAsia" w:hAnsiTheme="minorHAnsi"/>
          <w:b w:val="0"/>
          <w:caps w:val="0"/>
          <w:noProof/>
          <w:spacing w:val="0"/>
          <w:sz w:val="22"/>
          <w:szCs w:val="22"/>
          <w:lang w:eastAsia="cs-CZ"/>
        </w:rPr>
      </w:pPr>
      <w:hyperlink w:anchor="_Toc153174914" w:history="1">
        <w:r w:rsidRPr="003F684E">
          <w:rPr>
            <w:rStyle w:val="Hypertextovodkaz"/>
          </w:rPr>
          <w:t>3.</w:t>
        </w:r>
        <w:r>
          <w:rPr>
            <w:rFonts w:asciiTheme="minorHAnsi" w:eastAsiaTheme="minorEastAsia" w:hAnsiTheme="minorHAnsi"/>
            <w:b w:val="0"/>
            <w:caps w:val="0"/>
            <w:noProof/>
            <w:spacing w:val="0"/>
            <w:sz w:val="22"/>
            <w:szCs w:val="22"/>
            <w:lang w:eastAsia="cs-CZ"/>
          </w:rPr>
          <w:tab/>
        </w:r>
        <w:r w:rsidRPr="003F684E">
          <w:rPr>
            <w:rStyle w:val="Hypertextovodkaz"/>
          </w:rPr>
          <w:t>KOORDINACE S JINÝMI STAVBAMI</w:t>
        </w:r>
        <w:r>
          <w:rPr>
            <w:noProof/>
            <w:webHidden/>
          </w:rPr>
          <w:tab/>
        </w:r>
        <w:r>
          <w:rPr>
            <w:noProof/>
            <w:webHidden/>
          </w:rPr>
          <w:fldChar w:fldCharType="begin"/>
        </w:r>
        <w:r>
          <w:rPr>
            <w:noProof/>
            <w:webHidden/>
          </w:rPr>
          <w:instrText xml:space="preserve"> PAGEREF _Toc153174914 \h </w:instrText>
        </w:r>
        <w:r>
          <w:rPr>
            <w:noProof/>
            <w:webHidden/>
          </w:rPr>
        </w:r>
        <w:r>
          <w:rPr>
            <w:noProof/>
            <w:webHidden/>
          </w:rPr>
          <w:fldChar w:fldCharType="separate"/>
        </w:r>
        <w:r>
          <w:rPr>
            <w:noProof/>
            <w:webHidden/>
          </w:rPr>
          <w:t>3</w:t>
        </w:r>
        <w:r>
          <w:rPr>
            <w:noProof/>
            <w:webHidden/>
          </w:rPr>
          <w:fldChar w:fldCharType="end"/>
        </w:r>
      </w:hyperlink>
    </w:p>
    <w:p w14:paraId="06A88519" w14:textId="3FFB0934" w:rsidR="00261102" w:rsidRDefault="00261102">
      <w:pPr>
        <w:pStyle w:val="Obsah1"/>
        <w:rPr>
          <w:rFonts w:asciiTheme="minorHAnsi" w:eastAsiaTheme="minorEastAsia" w:hAnsiTheme="minorHAnsi"/>
          <w:b w:val="0"/>
          <w:caps w:val="0"/>
          <w:noProof/>
          <w:spacing w:val="0"/>
          <w:sz w:val="22"/>
          <w:szCs w:val="22"/>
          <w:lang w:eastAsia="cs-CZ"/>
        </w:rPr>
      </w:pPr>
      <w:hyperlink w:anchor="_Toc153174915" w:history="1">
        <w:r w:rsidRPr="003F684E">
          <w:rPr>
            <w:rStyle w:val="Hypertextovodkaz"/>
          </w:rPr>
          <w:t>4.</w:t>
        </w:r>
        <w:r>
          <w:rPr>
            <w:rFonts w:asciiTheme="minorHAnsi" w:eastAsiaTheme="minorEastAsia" w:hAnsiTheme="minorHAnsi"/>
            <w:b w:val="0"/>
            <w:caps w:val="0"/>
            <w:noProof/>
            <w:spacing w:val="0"/>
            <w:sz w:val="22"/>
            <w:szCs w:val="22"/>
            <w:lang w:eastAsia="cs-CZ"/>
          </w:rPr>
          <w:tab/>
        </w:r>
        <w:r w:rsidRPr="003F684E">
          <w:rPr>
            <w:rStyle w:val="Hypertextovodkaz"/>
          </w:rPr>
          <w:t>POŽADAVKY NA TECHNICKÉ ŘEŠENÍ PROVEDENÍ DÍLA</w:t>
        </w:r>
        <w:r>
          <w:rPr>
            <w:noProof/>
            <w:webHidden/>
          </w:rPr>
          <w:tab/>
        </w:r>
        <w:r>
          <w:rPr>
            <w:noProof/>
            <w:webHidden/>
          </w:rPr>
          <w:fldChar w:fldCharType="begin"/>
        </w:r>
        <w:r>
          <w:rPr>
            <w:noProof/>
            <w:webHidden/>
          </w:rPr>
          <w:instrText xml:space="preserve"> PAGEREF _Toc153174915 \h </w:instrText>
        </w:r>
        <w:r>
          <w:rPr>
            <w:noProof/>
            <w:webHidden/>
          </w:rPr>
        </w:r>
        <w:r>
          <w:rPr>
            <w:noProof/>
            <w:webHidden/>
          </w:rPr>
          <w:fldChar w:fldCharType="separate"/>
        </w:r>
        <w:r>
          <w:rPr>
            <w:noProof/>
            <w:webHidden/>
          </w:rPr>
          <w:t>4</w:t>
        </w:r>
        <w:r>
          <w:rPr>
            <w:noProof/>
            <w:webHidden/>
          </w:rPr>
          <w:fldChar w:fldCharType="end"/>
        </w:r>
      </w:hyperlink>
    </w:p>
    <w:p w14:paraId="0A06C356" w14:textId="0A203C31" w:rsidR="00261102" w:rsidRDefault="00261102">
      <w:pPr>
        <w:pStyle w:val="Obsah2"/>
        <w:rPr>
          <w:rFonts w:asciiTheme="minorHAnsi" w:eastAsiaTheme="minorEastAsia" w:hAnsiTheme="minorHAnsi"/>
          <w:noProof/>
          <w:spacing w:val="0"/>
          <w:sz w:val="22"/>
          <w:szCs w:val="22"/>
          <w:lang w:eastAsia="cs-CZ"/>
        </w:rPr>
      </w:pPr>
      <w:hyperlink w:anchor="_Toc153174916" w:history="1">
        <w:r w:rsidRPr="003F684E">
          <w:rPr>
            <w:rStyle w:val="Hypertextovodkaz"/>
            <w:rFonts w:asciiTheme="majorHAnsi" w:hAnsiTheme="majorHAnsi"/>
          </w:rPr>
          <w:t>4.1</w:t>
        </w:r>
        <w:r>
          <w:rPr>
            <w:rFonts w:asciiTheme="minorHAnsi" w:eastAsiaTheme="minorEastAsia" w:hAnsiTheme="minorHAnsi"/>
            <w:noProof/>
            <w:spacing w:val="0"/>
            <w:sz w:val="22"/>
            <w:szCs w:val="22"/>
            <w:lang w:eastAsia="cs-CZ"/>
          </w:rPr>
          <w:tab/>
        </w:r>
        <w:r w:rsidRPr="003F684E">
          <w:rPr>
            <w:rStyle w:val="Hypertextovodkaz"/>
          </w:rPr>
          <w:t>Všeobecně</w:t>
        </w:r>
        <w:r>
          <w:rPr>
            <w:noProof/>
            <w:webHidden/>
          </w:rPr>
          <w:tab/>
        </w:r>
        <w:r>
          <w:rPr>
            <w:noProof/>
            <w:webHidden/>
          </w:rPr>
          <w:fldChar w:fldCharType="begin"/>
        </w:r>
        <w:r>
          <w:rPr>
            <w:noProof/>
            <w:webHidden/>
          </w:rPr>
          <w:instrText xml:space="preserve"> PAGEREF _Toc153174916 \h </w:instrText>
        </w:r>
        <w:r>
          <w:rPr>
            <w:noProof/>
            <w:webHidden/>
          </w:rPr>
        </w:r>
        <w:r>
          <w:rPr>
            <w:noProof/>
            <w:webHidden/>
          </w:rPr>
          <w:fldChar w:fldCharType="separate"/>
        </w:r>
        <w:r>
          <w:rPr>
            <w:noProof/>
            <w:webHidden/>
          </w:rPr>
          <w:t>4</w:t>
        </w:r>
        <w:r>
          <w:rPr>
            <w:noProof/>
            <w:webHidden/>
          </w:rPr>
          <w:fldChar w:fldCharType="end"/>
        </w:r>
      </w:hyperlink>
    </w:p>
    <w:p w14:paraId="40807702" w14:textId="341EED79" w:rsidR="00261102" w:rsidRDefault="00261102">
      <w:pPr>
        <w:pStyle w:val="Obsah2"/>
        <w:rPr>
          <w:rFonts w:asciiTheme="minorHAnsi" w:eastAsiaTheme="minorEastAsia" w:hAnsiTheme="minorHAnsi"/>
          <w:noProof/>
          <w:spacing w:val="0"/>
          <w:sz w:val="22"/>
          <w:szCs w:val="22"/>
          <w:lang w:eastAsia="cs-CZ"/>
        </w:rPr>
      </w:pPr>
      <w:hyperlink w:anchor="_Toc153174917" w:history="1">
        <w:r w:rsidRPr="003F684E">
          <w:rPr>
            <w:rStyle w:val="Hypertextovodkaz"/>
            <w:rFonts w:asciiTheme="majorHAnsi" w:hAnsiTheme="majorHAnsi"/>
          </w:rPr>
          <w:t>4.2</w:t>
        </w:r>
        <w:r>
          <w:rPr>
            <w:rFonts w:asciiTheme="minorHAnsi" w:eastAsiaTheme="minorEastAsia" w:hAnsiTheme="minorHAnsi"/>
            <w:noProof/>
            <w:spacing w:val="0"/>
            <w:sz w:val="22"/>
            <w:szCs w:val="22"/>
            <w:lang w:eastAsia="cs-CZ"/>
          </w:rPr>
          <w:tab/>
        </w:r>
        <w:r w:rsidRPr="003F684E">
          <w:rPr>
            <w:rStyle w:val="Hypertextovodkaz"/>
          </w:rPr>
          <w:t>Zeměměřická činnost zhotovitele</w:t>
        </w:r>
        <w:r>
          <w:rPr>
            <w:noProof/>
            <w:webHidden/>
          </w:rPr>
          <w:tab/>
        </w:r>
        <w:r>
          <w:rPr>
            <w:noProof/>
            <w:webHidden/>
          </w:rPr>
          <w:fldChar w:fldCharType="begin"/>
        </w:r>
        <w:r>
          <w:rPr>
            <w:noProof/>
            <w:webHidden/>
          </w:rPr>
          <w:instrText xml:space="preserve"> PAGEREF _Toc153174917 \h </w:instrText>
        </w:r>
        <w:r>
          <w:rPr>
            <w:noProof/>
            <w:webHidden/>
          </w:rPr>
        </w:r>
        <w:r>
          <w:rPr>
            <w:noProof/>
            <w:webHidden/>
          </w:rPr>
          <w:fldChar w:fldCharType="separate"/>
        </w:r>
        <w:r>
          <w:rPr>
            <w:noProof/>
            <w:webHidden/>
          </w:rPr>
          <w:t>4</w:t>
        </w:r>
        <w:r>
          <w:rPr>
            <w:noProof/>
            <w:webHidden/>
          </w:rPr>
          <w:fldChar w:fldCharType="end"/>
        </w:r>
      </w:hyperlink>
    </w:p>
    <w:p w14:paraId="1B626D7B" w14:textId="2D28345E" w:rsidR="00261102" w:rsidRDefault="00261102">
      <w:pPr>
        <w:pStyle w:val="Obsah2"/>
        <w:rPr>
          <w:rFonts w:asciiTheme="minorHAnsi" w:eastAsiaTheme="minorEastAsia" w:hAnsiTheme="minorHAnsi"/>
          <w:noProof/>
          <w:spacing w:val="0"/>
          <w:sz w:val="22"/>
          <w:szCs w:val="22"/>
          <w:lang w:eastAsia="cs-CZ"/>
        </w:rPr>
      </w:pPr>
      <w:hyperlink w:anchor="_Toc153174918" w:history="1">
        <w:r w:rsidRPr="003F684E">
          <w:rPr>
            <w:rStyle w:val="Hypertextovodkaz"/>
            <w:rFonts w:asciiTheme="majorHAnsi" w:hAnsiTheme="majorHAnsi"/>
          </w:rPr>
          <w:t>4.3</w:t>
        </w:r>
        <w:r>
          <w:rPr>
            <w:rFonts w:asciiTheme="minorHAnsi" w:eastAsiaTheme="minorEastAsia" w:hAnsiTheme="minorHAnsi"/>
            <w:noProof/>
            <w:spacing w:val="0"/>
            <w:sz w:val="22"/>
            <w:szCs w:val="22"/>
            <w:lang w:eastAsia="cs-CZ"/>
          </w:rPr>
          <w:tab/>
        </w:r>
        <w:r w:rsidRPr="003F684E">
          <w:rPr>
            <w:rStyle w:val="Hypertextovodkaz"/>
          </w:rPr>
          <w:t>Doklady předkládané zhotovitelem</w:t>
        </w:r>
        <w:r>
          <w:rPr>
            <w:noProof/>
            <w:webHidden/>
          </w:rPr>
          <w:tab/>
        </w:r>
        <w:r>
          <w:rPr>
            <w:noProof/>
            <w:webHidden/>
          </w:rPr>
          <w:fldChar w:fldCharType="begin"/>
        </w:r>
        <w:r>
          <w:rPr>
            <w:noProof/>
            <w:webHidden/>
          </w:rPr>
          <w:instrText xml:space="preserve"> PAGEREF _Toc153174918 \h </w:instrText>
        </w:r>
        <w:r>
          <w:rPr>
            <w:noProof/>
            <w:webHidden/>
          </w:rPr>
        </w:r>
        <w:r>
          <w:rPr>
            <w:noProof/>
            <w:webHidden/>
          </w:rPr>
          <w:fldChar w:fldCharType="separate"/>
        </w:r>
        <w:r>
          <w:rPr>
            <w:noProof/>
            <w:webHidden/>
          </w:rPr>
          <w:t>4</w:t>
        </w:r>
        <w:r>
          <w:rPr>
            <w:noProof/>
            <w:webHidden/>
          </w:rPr>
          <w:fldChar w:fldCharType="end"/>
        </w:r>
      </w:hyperlink>
    </w:p>
    <w:p w14:paraId="2A0ED4C9" w14:textId="338FEE2E" w:rsidR="00261102" w:rsidRDefault="00261102">
      <w:pPr>
        <w:pStyle w:val="Obsah2"/>
        <w:rPr>
          <w:rFonts w:asciiTheme="minorHAnsi" w:eastAsiaTheme="minorEastAsia" w:hAnsiTheme="minorHAnsi"/>
          <w:noProof/>
          <w:spacing w:val="0"/>
          <w:sz w:val="22"/>
          <w:szCs w:val="22"/>
          <w:lang w:eastAsia="cs-CZ"/>
        </w:rPr>
      </w:pPr>
      <w:hyperlink w:anchor="_Toc153174919" w:history="1">
        <w:r w:rsidRPr="003F684E">
          <w:rPr>
            <w:rStyle w:val="Hypertextovodkaz"/>
            <w:rFonts w:asciiTheme="majorHAnsi" w:hAnsiTheme="majorHAnsi"/>
          </w:rPr>
          <w:t>4.4</w:t>
        </w:r>
        <w:r>
          <w:rPr>
            <w:rFonts w:asciiTheme="minorHAnsi" w:eastAsiaTheme="minorEastAsia" w:hAnsiTheme="minorHAnsi"/>
            <w:noProof/>
            <w:spacing w:val="0"/>
            <w:sz w:val="22"/>
            <w:szCs w:val="22"/>
            <w:lang w:eastAsia="cs-CZ"/>
          </w:rPr>
          <w:tab/>
        </w:r>
        <w:r w:rsidRPr="003F684E">
          <w:rPr>
            <w:rStyle w:val="Hypertextovodkaz"/>
          </w:rPr>
          <w:t>Dokumentace zhotovitele pro stavbu</w:t>
        </w:r>
        <w:r>
          <w:rPr>
            <w:noProof/>
            <w:webHidden/>
          </w:rPr>
          <w:tab/>
        </w:r>
        <w:r>
          <w:rPr>
            <w:noProof/>
            <w:webHidden/>
          </w:rPr>
          <w:fldChar w:fldCharType="begin"/>
        </w:r>
        <w:r>
          <w:rPr>
            <w:noProof/>
            <w:webHidden/>
          </w:rPr>
          <w:instrText xml:space="preserve"> PAGEREF _Toc153174919 \h </w:instrText>
        </w:r>
        <w:r>
          <w:rPr>
            <w:noProof/>
            <w:webHidden/>
          </w:rPr>
        </w:r>
        <w:r>
          <w:rPr>
            <w:noProof/>
            <w:webHidden/>
          </w:rPr>
          <w:fldChar w:fldCharType="separate"/>
        </w:r>
        <w:r>
          <w:rPr>
            <w:noProof/>
            <w:webHidden/>
          </w:rPr>
          <w:t>5</w:t>
        </w:r>
        <w:r>
          <w:rPr>
            <w:noProof/>
            <w:webHidden/>
          </w:rPr>
          <w:fldChar w:fldCharType="end"/>
        </w:r>
      </w:hyperlink>
    </w:p>
    <w:p w14:paraId="1605F957" w14:textId="667A18F3" w:rsidR="00261102" w:rsidRDefault="00261102">
      <w:pPr>
        <w:pStyle w:val="Obsah2"/>
        <w:rPr>
          <w:rFonts w:asciiTheme="minorHAnsi" w:eastAsiaTheme="minorEastAsia" w:hAnsiTheme="minorHAnsi"/>
          <w:noProof/>
          <w:spacing w:val="0"/>
          <w:sz w:val="22"/>
          <w:szCs w:val="22"/>
          <w:lang w:eastAsia="cs-CZ"/>
        </w:rPr>
      </w:pPr>
      <w:hyperlink w:anchor="_Toc153174920" w:history="1">
        <w:r w:rsidRPr="003F684E">
          <w:rPr>
            <w:rStyle w:val="Hypertextovodkaz"/>
            <w:rFonts w:asciiTheme="majorHAnsi" w:hAnsiTheme="majorHAnsi"/>
          </w:rPr>
          <w:t>4.5</w:t>
        </w:r>
        <w:r>
          <w:rPr>
            <w:rFonts w:asciiTheme="minorHAnsi" w:eastAsiaTheme="minorEastAsia" w:hAnsiTheme="minorHAnsi"/>
            <w:noProof/>
            <w:spacing w:val="0"/>
            <w:sz w:val="22"/>
            <w:szCs w:val="22"/>
            <w:lang w:eastAsia="cs-CZ"/>
          </w:rPr>
          <w:tab/>
        </w:r>
        <w:r w:rsidRPr="003F684E">
          <w:rPr>
            <w:rStyle w:val="Hypertextovodkaz"/>
          </w:rPr>
          <w:t>Dokumentace skutečného provedení stavby</w:t>
        </w:r>
        <w:r>
          <w:rPr>
            <w:noProof/>
            <w:webHidden/>
          </w:rPr>
          <w:tab/>
        </w:r>
        <w:r>
          <w:rPr>
            <w:noProof/>
            <w:webHidden/>
          </w:rPr>
          <w:fldChar w:fldCharType="begin"/>
        </w:r>
        <w:r>
          <w:rPr>
            <w:noProof/>
            <w:webHidden/>
          </w:rPr>
          <w:instrText xml:space="preserve"> PAGEREF _Toc153174920 \h </w:instrText>
        </w:r>
        <w:r>
          <w:rPr>
            <w:noProof/>
            <w:webHidden/>
          </w:rPr>
        </w:r>
        <w:r>
          <w:rPr>
            <w:noProof/>
            <w:webHidden/>
          </w:rPr>
          <w:fldChar w:fldCharType="separate"/>
        </w:r>
        <w:r>
          <w:rPr>
            <w:noProof/>
            <w:webHidden/>
          </w:rPr>
          <w:t>5</w:t>
        </w:r>
        <w:r>
          <w:rPr>
            <w:noProof/>
            <w:webHidden/>
          </w:rPr>
          <w:fldChar w:fldCharType="end"/>
        </w:r>
      </w:hyperlink>
    </w:p>
    <w:p w14:paraId="7E3B3BAB" w14:textId="0141642D" w:rsidR="00261102" w:rsidRDefault="00261102">
      <w:pPr>
        <w:pStyle w:val="Obsah2"/>
        <w:rPr>
          <w:rFonts w:asciiTheme="minorHAnsi" w:eastAsiaTheme="minorEastAsia" w:hAnsiTheme="minorHAnsi"/>
          <w:noProof/>
          <w:spacing w:val="0"/>
          <w:sz w:val="22"/>
          <w:szCs w:val="22"/>
          <w:lang w:eastAsia="cs-CZ"/>
        </w:rPr>
      </w:pPr>
      <w:hyperlink w:anchor="_Toc153174921" w:history="1">
        <w:r w:rsidRPr="003F684E">
          <w:rPr>
            <w:rStyle w:val="Hypertextovodkaz"/>
            <w:rFonts w:asciiTheme="majorHAnsi" w:hAnsiTheme="majorHAnsi"/>
          </w:rPr>
          <w:t>4.6</w:t>
        </w:r>
        <w:r>
          <w:rPr>
            <w:rFonts w:asciiTheme="minorHAnsi" w:eastAsiaTheme="minorEastAsia" w:hAnsiTheme="minorHAnsi"/>
            <w:noProof/>
            <w:spacing w:val="0"/>
            <w:sz w:val="22"/>
            <w:szCs w:val="22"/>
            <w:lang w:eastAsia="cs-CZ"/>
          </w:rPr>
          <w:tab/>
        </w:r>
        <w:r w:rsidRPr="003F684E">
          <w:rPr>
            <w:rStyle w:val="Hypertextovodkaz"/>
          </w:rPr>
          <w:t>Zabezpečovací zařízení</w:t>
        </w:r>
        <w:r>
          <w:rPr>
            <w:noProof/>
            <w:webHidden/>
          </w:rPr>
          <w:tab/>
        </w:r>
        <w:r>
          <w:rPr>
            <w:noProof/>
            <w:webHidden/>
          </w:rPr>
          <w:fldChar w:fldCharType="begin"/>
        </w:r>
        <w:r>
          <w:rPr>
            <w:noProof/>
            <w:webHidden/>
          </w:rPr>
          <w:instrText xml:space="preserve"> PAGEREF _Toc153174921 \h </w:instrText>
        </w:r>
        <w:r>
          <w:rPr>
            <w:noProof/>
            <w:webHidden/>
          </w:rPr>
        </w:r>
        <w:r>
          <w:rPr>
            <w:noProof/>
            <w:webHidden/>
          </w:rPr>
          <w:fldChar w:fldCharType="separate"/>
        </w:r>
        <w:r>
          <w:rPr>
            <w:noProof/>
            <w:webHidden/>
          </w:rPr>
          <w:t>6</w:t>
        </w:r>
        <w:r>
          <w:rPr>
            <w:noProof/>
            <w:webHidden/>
          </w:rPr>
          <w:fldChar w:fldCharType="end"/>
        </w:r>
      </w:hyperlink>
    </w:p>
    <w:p w14:paraId="416D10BF" w14:textId="39B1BC30" w:rsidR="00261102" w:rsidRDefault="00261102">
      <w:pPr>
        <w:pStyle w:val="Obsah2"/>
        <w:rPr>
          <w:rFonts w:asciiTheme="minorHAnsi" w:eastAsiaTheme="minorEastAsia" w:hAnsiTheme="minorHAnsi"/>
          <w:noProof/>
          <w:spacing w:val="0"/>
          <w:sz w:val="22"/>
          <w:szCs w:val="22"/>
          <w:lang w:eastAsia="cs-CZ"/>
        </w:rPr>
      </w:pPr>
      <w:hyperlink w:anchor="_Toc153174922" w:history="1">
        <w:r w:rsidRPr="003F684E">
          <w:rPr>
            <w:rStyle w:val="Hypertextovodkaz"/>
            <w:rFonts w:asciiTheme="majorHAnsi" w:hAnsiTheme="majorHAnsi"/>
          </w:rPr>
          <w:t>4.7</w:t>
        </w:r>
        <w:r>
          <w:rPr>
            <w:rFonts w:asciiTheme="minorHAnsi" w:eastAsiaTheme="minorEastAsia" w:hAnsiTheme="minorHAnsi"/>
            <w:noProof/>
            <w:spacing w:val="0"/>
            <w:sz w:val="22"/>
            <w:szCs w:val="22"/>
            <w:lang w:eastAsia="cs-CZ"/>
          </w:rPr>
          <w:tab/>
        </w:r>
        <w:r w:rsidRPr="003F684E">
          <w:rPr>
            <w:rStyle w:val="Hypertextovodkaz"/>
          </w:rPr>
          <w:t>Životní prostředí</w:t>
        </w:r>
        <w:r>
          <w:rPr>
            <w:noProof/>
            <w:webHidden/>
          </w:rPr>
          <w:tab/>
        </w:r>
        <w:r>
          <w:rPr>
            <w:noProof/>
            <w:webHidden/>
          </w:rPr>
          <w:fldChar w:fldCharType="begin"/>
        </w:r>
        <w:r>
          <w:rPr>
            <w:noProof/>
            <w:webHidden/>
          </w:rPr>
          <w:instrText xml:space="preserve"> PAGEREF _Toc153174922 \h </w:instrText>
        </w:r>
        <w:r>
          <w:rPr>
            <w:noProof/>
            <w:webHidden/>
          </w:rPr>
        </w:r>
        <w:r>
          <w:rPr>
            <w:noProof/>
            <w:webHidden/>
          </w:rPr>
          <w:fldChar w:fldCharType="separate"/>
        </w:r>
        <w:r>
          <w:rPr>
            <w:noProof/>
            <w:webHidden/>
          </w:rPr>
          <w:t>6</w:t>
        </w:r>
        <w:r>
          <w:rPr>
            <w:noProof/>
            <w:webHidden/>
          </w:rPr>
          <w:fldChar w:fldCharType="end"/>
        </w:r>
      </w:hyperlink>
    </w:p>
    <w:p w14:paraId="10285285" w14:textId="1916E6CC" w:rsidR="00261102" w:rsidRDefault="00261102">
      <w:pPr>
        <w:pStyle w:val="Obsah1"/>
        <w:rPr>
          <w:rFonts w:asciiTheme="minorHAnsi" w:eastAsiaTheme="minorEastAsia" w:hAnsiTheme="minorHAnsi"/>
          <w:b w:val="0"/>
          <w:caps w:val="0"/>
          <w:noProof/>
          <w:spacing w:val="0"/>
          <w:sz w:val="22"/>
          <w:szCs w:val="22"/>
          <w:lang w:eastAsia="cs-CZ"/>
        </w:rPr>
      </w:pPr>
      <w:hyperlink w:anchor="_Toc153174923" w:history="1">
        <w:r w:rsidRPr="003F684E">
          <w:rPr>
            <w:rStyle w:val="Hypertextovodkaz"/>
          </w:rPr>
          <w:t>5.</w:t>
        </w:r>
        <w:r>
          <w:rPr>
            <w:rFonts w:asciiTheme="minorHAnsi" w:eastAsiaTheme="minorEastAsia" w:hAnsiTheme="minorHAnsi"/>
            <w:b w:val="0"/>
            <w:caps w:val="0"/>
            <w:noProof/>
            <w:spacing w:val="0"/>
            <w:sz w:val="22"/>
            <w:szCs w:val="22"/>
            <w:lang w:eastAsia="cs-CZ"/>
          </w:rPr>
          <w:tab/>
        </w:r>
        <w:r w:rsidRPr="003F684E">
          <w:rPr>
            <w:rStyle w:val="Hypertextovodkaz"/>
          </w:rPr>
          <w:t>ORGANIZACE VÝSTAVBY, VÝLUKY</w:t>
        </w:r>
        <w:r>
          <w:rPr>
            <w:noProof/>
            <w:webHidden/>
          </w:rPr>
          <w:tab/>
        </w:r>
        <w:r>
          <w:rPr>
            <w:noProof/>
            <w:webHidden/>
          </w:rPr>
          <w:fldChar w:fldCharType="begin"/>
        </w:r>
        <w:r>
          <w:rPr>
            <w:noProof/>
            <w:webHidden/>
          </w:rPr>
          <w:instrText xml:space="preserve"> PAGEREF _Toc153174923 \h </w:instrText>
        </w:r>
        <w:r>
          <w:rPr>
            <w:noProof/>
            <w:webHidden/>
          </w:rPr>
        </w:r>
        <w:r>
          <w:rPr>
            <w:noProof/>
            <w:webHidden/>
          </w:rPr>
          <w:fldChar w:fldCharType="separate"/>
        </w:r>
        <w:r>
          <w:rPr>
            <w:noProof/>
            <w:webHidden/>
          </w:rPr>
          <w:t>7</w:t>
        </w:r>
        <w:r>
          <w:rPr>
            <w:noProof/>
            <w:webHidden/>
          </w:rPr>
          <w:fldChar w:fldCharType="end"/>
        </w:r>
      </w:hyperlink>
    </w:p>
    <w:p w14:paraId="75F277B4" w14:textId="484B5F7D" w:rsidR="00261102" w:rsidRDefault="00261102">
      <w:pPr>
        <w:pStyle w:val="Obsah1"/>
        <w:rPr>
          <w:rFonts w:asciiTheme="minorHAnsi" w:eastAsiaTheme="minorEastAsia" w:hAnsiTheme="minorHAnsi"/>
          <w:b w:val="0"/>
          <w:caps w:val="0"/>
          <w:noProof/>
          <w:spacing w:val="0"/>
          <w:sz w:val="22"/>
          <w:szCs w:val="22"/>
          <w:lang w:eastAsia="cs-CZ"/>
        </w:rPr>
      </w:pPr>
      <w:hyperlink w:anchor="_Toc153174924" w:history="1">
        <w:r w:rsidRPr="003F684E">
          <w:rPr>
            <w:rStyle w:val="Hypertextovodkaz"/>
          </w:rPr>
          <w:t>6.</w:t>
        </w:r>
        <w:r>
          <w:rPr>
            <w:rFonts w:asciiTheme="minorHAnsi" w:eastAsiaTheme="minorEastAsia" w:hAnsiTheme="minorHAnsi"/>
            <w:b w:val="0"/>
            <w:caps w:val="0"/>
            <w:noProof/>
            <w:spacing w:val="0"/>
            <w:sz w:val="22"/>
            <w:szCs w:val="22"/>
            <w:lang w:eastAsia="cs-CZ"/>
          </w:rPr>
          <w:tab/>
        </w:r>
        <w:r w:rsidRPr="003F684E">
          <w:rPr>
            <w:rStyle w:val="Hypertextovodkaz"/>
          </w:rPr>
          <w:t>SOUVISEJÍCÍ DOKUMENTY A PŘEDPISY</w:t>
        </w:r>
        <w:r>
          <w:rPr>
            <w:noProof/>
            <w:webHidden/>
          </w:rPr>
          <w:tab/>
        </w:r>
        <w:r>
          <w:rPr>
            <w:noProof/>
            <w:webHidden/>
          </w:rPr>
          <w:fldChar w:fldCharType="begin"/>
        </w:r>
        <w:r>
          <w:rPr>
            <w:noProof/>
            <w:webHidden/>
          </w:rPr>
          <w:instrText xml:space="preserve"> PAGEREF _Toc153174924 \h </w:instrText>
        </w:r>
        <w:r>
          <w:rPr>
            <w:noProof/>
            <w:webHidden/>
          </w:rPr>
        </w:r>
        <w:r>
          <w:rPr>
            <w:noProof/>
            <w:webHidden/>
          </w:rPr>
          <w:fldChar w:fldCharType="separate"/>
        </w:r>
        <w:r>
          <w:rPr>
            <w:noProof/>
            <w:webHidden/>
          </w:rPr>
          <w:t>7</w:t>
        </w:r>
        <w:r>
          <w:rPr>
            <w:noProof/>
            <w:webHidden/>
          </w:rPr>
          <w:fldChar w:fldCharType="end"/>
        </w:r>
      </w:hyperlink>
    </w:p>
    <w:p w14:paraId="71E727DA" w14:textId="08B9AB64" w:rsidR="00261102" w:rsidRDefault="00261102">
      <w:pPr>
        <w:pStyle w:val="Obsah1"/>
        <w:rPr>
          <w:rFonts w:asciiTheme="minorHAnsi" w:eastAsiaTheme="minorEastAsia" w:hAnsiTheme="minorHAnsi"/>
          <w:b w:val="0"/>
          <w:caps w:val="0"/>
          <w:noProof/>
          <w:spacing w:val="0"/>
          <w:sz w:val="22"/>
          <w:szCs w:val="22"/>
          <w:lang w:eastAsia="cs-CZ"/>
        </w:rPr>
      </w:pPr>
      <w:hyperlink w:anchor="_Toc153174925" w:history="1">
        <w:r w:rsidRPr="003F684E">
          <w:rPr>
            <w:rStyle w:val="Hypertextovodkaz"/>
          </w:rPr>
          <w:t>7.</w:t>
        </w:r>
        <w:r>
          <w:rPr>
            <w:rFonts w:asciiTheme="minorHAnsi" w:eastAsiaTheme="minorEastAsia" w:hAnsiTheme="minorHAnsi"/>
            <w:b w:val="0"/>
            <w:caps w:val="0"/>
            <w:noProof/>
            <w:spacing w:val="0"/>
            <w:sz w:val="22"/>
            <w:szCs w:val="22"/>
            <w:lang w:eastAsia="cs-CZ"/>
          </w:rPr>
          <w:tab/>
        </w:r>
        <w:r w:rsidRPr="003F684E">
          <w:rPr>
            <w:rStyle w:val="Hypertextovodkaz"/>
          </w:rPr>
          <w:t>PŘÍLOHY</w:t>
        </w:r>
        <w:r>
          <w:rPr>
            <w:noProof/>
            <w:webHidden/>
          </w:rPr>
          <w:tab/>
        </w:r>
        <w:r>
          <w:rPr>
            <w:noProof/>
            <w:webHidden/>
          </w:rPr>
          <w:fldChar w:fldCharType="begin"/>
        </w:r>
        <w:r>
          <w:rPr>
            <w:noProof/>
            <w:webHidden/>
          </w:rPr>
          <w:instrText xml:space="preserve"> PAGEREF _Toc153174925 \h </w:instrText>
        </w:r>
        <w:r>
          <w:rPr>
            <w:noProof/>
            <w:webHidden/>
          </w:rPr>
        </w:r>
        <w:r>
          <w:rPr>
            <w:noProof/>
            <w:webHidden/>
          </w:rPr>
          <w:fldChar w:fldCharType="separate"/>
        </w:r>
        <w:r>
          <w:rPr>
            <w:noProof/>
            <w:webHidden/>
          </w:rPr>
          <w:t>7</w:t>
        </w:r>
        <w:r>
          <w:rPr>
            <w:noProof/>
            <w:webHidden/>
          </w:rPr>
          <w:fldChar w:fldCharType="end"/>
        </w:r>
      </w:hyperlink>
    </w:p>
    <w:p w14:paraId="71B21AEF" w14:textId="03961176" w:rsidR="00AD0C7B" w:rsidRDefault="00BD7E91" w:rsidP="008D03B9">
      <w:r>
        <w:fldChar w:fldCharType="end"/>
      </w:r>
    </w:p>
    <w:p w14:paraId="636ACEC4" w14:textId="77777777" w:rsidR="00AD0C7B" w:rsidRDefault="00AD0C7B" w:rsidP="00DA1C67">
      <w:pPr>
        <w:pStyle w:val="Nadpisbezsl1-1"/>
        <w:outlineLvl w:val="0"/>
      </w:pPr>
      <w:bookmarkStart w:id="0" w:name="_Toc13731854"/>
      <w:bookmarkStart w:id="1" w:name="_Toc153174907"/>
      <w:r>
        <w:t>SEZNAM ZKRATEK</w:t>
      </w:r>
      <w:bookmarkEnd w:id="1"/>
      <w:r w:rsidR="0076790E">
        <w:t xml:space="preserve"> </w:t>
      </w:r>
      <w:bookmarkEnd w:id="0"/>
    </w:p>
    <w:p w14:paraId="138B308A" w14:textId="77777777" w:rsidR="000145C8" w:rsidRPr="003B5AAE" w:rsidRDefault="000145C8" w:rsidP="000145C8">
      <w:pPr>
        <w:pStyle w:val="Textbezslovn"/>
        <w:ind w:left="0"/>
        <w:rPr>
          <w:rStyle w:val="Tun"/>
        </w:rPr>
      </w:pPr>
      <w:r w:rsidRPr="003B5AAE">
        <w:rPr>
          <w:rStyle w:val="Tun"/>
        </w:rPr>
        <w:t>Není-li v těchto ZTP výslovně uvedeno ji</w:t>
      </w:r>
      <w:bookmarkStart w:id="2" w:name="_GoBack"/>
      <w:bookmarkEnd w:id="2"/>
      <w:r w:rsidRPr="003B5AAE">
        <w:rPr>
          <w:rStyle w:val="Tun"/>
        </w:rPr>
        <w:t>nak, mají zkratky použité v těchto ZTP význam definovaný ve V</w:t>
      </w:r>
      <w:r w:rsidR="001F1699">
        <w:rPr>
          <w:rStyle w:val="Tun"/>
        </w:rPr>
        <w:t>TP</w:t>
      </w:r>
      <w:r w:rsidRPr="003B5AAE">
        <w:rPr>
          <w:rStyle w:val="Tun"/>
        </w:rPr>
        <w:t>.</w:t>
      </w:r>
      <w:r w:rsidR="00A51ACE" w:rsidRPr="00A51ACE">
        <w:rPr>
          <w:rStyle w:val="Tun"/>
          <w:b w:val="0"/>
        </w:rPr>
        <w:t xml:space="preserve"> </w:t>
      </w:r>
      <w:r w:rsidR="00A51ACE"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AD0C7B" w:rsidRPr="00AD0C7B" w14:paraId="07F62975" w14:textId="77777777" w:rsidTr="00041EC8">
        <w:tc>
          <w:tcPr>
            <w:tcW w:w="1250" w:type="dxa"/>
            <w:tcMar>
              <w:top w:w="28" w:type="dxa"/>
              <w:left w:w="0" w:type="dxa"/>
              <w:bottom w:w="28" w:type="dxa"/>
              <w:right w:w="0" w:type="dxa"/>
            </w:tcMar>
          </w:tcPr>
          <w:p w14:paraId="5DD1D0DC" w14:textId="77777777" w:rsidR="00AD0C7B" w:rsidRPr="00AD0C7B" w:rsidRDefault="00831E0F" w:rsidP="00AD0C7B">
            <w:pPr>
              <w:pStyle w:val="Zkratky1"/>
            </w:pPr>
            <w:r>
              <w:t xml:space="preserve">ESD </w:t>
            </w:r>
            <w:r>
              <w:tab/>
            </w:r>
          </w:p>
        </w:tc>
        <w:tc>
          <w:tcPr>
            <w:tcW w:w="7452" w:type="dxa"/>
            <w:tcMar>
              <w:top w:w="28" w:type="dxa"/>
              <w:left w:w="0" w:type="dxa"/>
              <w:bottom w:w="28" w:type="dxa"/>
              <w:right w:w="0" w:type="dxa"/>
            </w:tcMar>
          </w:tcPr>
          <w:p w14:paraId="554660A3" w14:textId="77777777" w:rsidR="00AD0C7B" w:rsidRPr="006115D3" w:rsidRDefault="00831E0F" w:rsidP="000F15F1">
            <w:pPr>
              <w:pStyle w:val="Zkratky2"/>
            </w:pPr>
            <w:r>
              <w:t>Elektronický stavební deník</w:t>
            </w:r>
          </w:p>
        </w:tc>
      </w:tr>
      <w:tr w:rsidR="00525759" w:rsidRPr="00AD0C7B" w14:paraId="6455C975" w14:textId="77777777" w:rsidTr="007A03FB">
        <w:tc>
          <w:tcPr>
            <w:tcW w:w="1250" w:type="dxa"/>
            <w:tcMar>
              <w:top w:w="28" w:type="dxa"/>
              <w:left w:w="0" w:type="dxa"/>
              <w:bottom w:w="28" w:type="dxa"/>
              <w:right w:w="0" w:type="dxa"/>
            </w:tcMar>
          </w:tcPr>
          <w:p w14:paraId="0CE5BF7E" w14:textId="77777777" w:rsidR="00525759" w:rsidRPr="00AD0C7B" w:rsidRDefault="00525759" w:rsidP="007A03FB">
            <w:pPr>
              <w:pStyle w:val="Zkratky1"/>
            </w:pPr>
            <w:r>
              <w:t xml:space="preserve">AZI </w:t>
            </w:r>
            <w:r>
              <w:tab/>
            </w:r>
          </w:p>
        </w:tc>
        <w:tc>
          <w:tcPr>
            <w:tcW w:w="7452" w:type="dxa"/>
            <w:tcMar>
              <w:top w:w="28" w:type="dxa"/>
              <w:left w:w="0" w:type="dxa"/>
              <w:bottom w:w="28" w:type="dxa"/>
              <w:right w:w="0" w:type="dxa"/>
            </w:tcMar>
          </w:tcPr>
          <w:p w14:paraId="64EFF34D" w14:textId="77777777" w:rsidR="00525759" w:rsidRPr="006115D3" w:rsidRDefault="00525759" w:rsidP="007A03FB">
            <w:pPr>
              <w:pStyle w:val="Zkratky2"/>
            </w:pPr>
            <w:r>
              <w:t>Autorizovaný zeměměřický inženýr (dříve ÚOZI)</w:t>
            </w:r>
          </w:p>
        </w:tc>
      </w:tr>
      <w:tr w:rsidR="00AD0C7B" w:rsidRPr="00AD0C7B" w14:paraId="0E92F55E" w14:textId="77777777" w:rsidTr="00041EC8">
        <w:tc>
          <w:tcPr>
            <w:tcW w:w="1250" w:type="dxa"/>
            <w:tcMar>
              <w:top w:w="28" w:type="dxa"/>
              <w:left w:w="0" w:type="dxa"/>
              <w:bottom w:w="28" w:type="dxa"/>
              <w:right w:w="0" w:type="dxa"/>
            </w:tcMar>
          </w:tcPr>
          <w:p w14:paraId="09A1119F" w14:textId="77777777" w:rsidR="00AD0C7B" w:rsidRPr="00AD0C7B" w:rsidRDefault="00AD0C7B" w:rsidP="00AD0C7B">
            <w:pPr>
              <w:pStyle w:val="Zkratky1"/>
            </w:pPr>
          </w:p>
        </w:tc>
        <w:tc>
          <w:tcPr>
            <w:tcW w:w="7452" w:type="dxa"/>
            <w:tcMar>
              <w:top w:w="28" w:type="dxa"/>
              <w:left w:w="0" w:type="dxa"/>
              <w:bottom w:w="28" w:type="dxa"/>
              <w:right w:w="0" w:type="dxa"/>
            </w:tcMar>
          </w:tcPr>
          <w:p w14:paraId="032DC95F" w14:textId="77777777" w:rsidR="00AD0C7B" w:rsidRPr="006115D3" w:rsidRDefault="00AD0C7B" w:rsidP="000F15F1">
            <w:pPr>
              <w:pStyle w:val="Zkratky2"/>
            </w:pPr>
          </w:p>
        </w:tc>
      </w:tr>
      <w:tr w:rsidR="00AD0C7B" w:rsidRPr="00AD0C7B" w14:paraId="4AE8B5DA" w14:textId="77777777" w:rsidTr="00041EC8">
        <w:tc>
          <w:tcPr>
            <w:tcW w:w="1250" w:type="dxa"/>
            <w:tcMar>
              <w:top w:w="28" w:type="dxa"/>
              <w:left w:w="0" w:type="dxa"/>
              <w:bottom w:w="28" w:type="dxa"/>
              <w:right w:w="0" w:type="dxa"/>
            </w:tcMar>
          </w:tcPr>
          <w:p w14:paraId="36DBBEF0" w14:textId="77777777" w:rsidR="00AD0C7B" w:rsidRPr="00AD0C7B" w:rsidRDefault="00AD0C7B" w:rsidP="00AD0C7B">
            <w:pPr>
              <w:pStyle w:val="Zkratky1"/>
            </w:pPr>
          </w:p>
        </w:tc>
        <w:tc>
          <w:tcPr>
            <w:tcW w:w="7452" w:type="dxa"/>
            <w:tcMar>
              <w:top w:w="28" w:type="dxa"/>
              <w:left w:w="0" w:type="dxa"/>
              <w:bottom w:w="28" w:type="dxa"/>
              <w:right w:w="0" w:type="dxa"/>
            </w:tcMar>
          </w:tcPr>
          <w:p w14:paraId="2738D8FA" w14:textId="77777777" w:rsidR="00AD0C7B" w:rsidRPr="006115D3" w:rsidRDefault="00AD0C7B" w:rsidP="000F15F1">
            <w:pPr>
              <w:pStyle w:val="Zkratky2"/>
            </w:pPr>
          </w:p>
        </w:tc>
      </w:tr>
      <w:tr w:rsidR="00AD0C7B" w:rsidRPr="00AD0C7B" w14:paraId="3CF58C02" w14:textId="77777777" w:rsidTr="00041EC8">
        <w:tc>
          <w:tcPr>
            <w:tcW w:w="1250" w:type="dxa"/>
            <w:tcMar>
              <w:top w:w="28" w:type="dxa"/>
              <w:left w:w="0" w:type="dxa"/>
              <w:bottom w:w="28" w:type="dxa"/>
              <w:right w:w="0" w:type="dxa"/>
            </w:tcMar>
          </w:tcPr>
          <w:p w14:paraId="5C954D87" w14:textId="77777777" w:rsidR="00AD0C7B" w:rsidRPr="00AD0C7B" w:rsidRDefault="00AD0C7B" w:rsidP="00AD0C7B">
            <w:pPr>
              <w:pStyle w:val="Zkratky1"/>
            </w:pPr>
          </w:p>
        </w:tc>
        <w:tc>
          <w:tcPr>
            <w:tcW w:w="7452" w:type="dxa"/>
            <w:tcMar>
              <w:top w:w="28" w:type="dxa"/>
              <w:left w:w="0" w:type="dxa"/>
              <w:bottom w:w="28" w:type="dxa"/>
              <w:right w:w="0" w:type="dxa"/>
            </w:tcMar>
          </w:tcPr>
          <w:p w14:paraId="66CC0C02" w14:textId="77777777" w:rsidR="00AD0C7B" w:rsidRPr="006115D3" w:rsidRDefault="00AD0C7B" w:rsidP="000F15F1">
            <w:pPr>
              <w:pStyle w:val="Zkratky2"/>
            </w:pPr>
          </w:p>
        </w:tc>
      </w:tr>
    </w:tbl>
    <w:p w14:paraId="3308F60E" w14:textId="77777777" w:rsidR="00041EC8" w:rsidRDefault="00041EC8" w:rsidP="00AD0C7B"/>
    <w:p w14:paraId="79D43BF1" w14:textId="77777777" w:rsidR="00826B7B" w:rsidRDefault="00826B7B">
      <w:r>
        <w:br w:type="page"/>
      </w:r>
    </w:p>
    <w:p w14:paraId="5E0C89FB" w14:textId="77777777" w:rsidR="00DF7BAA" w:rsidRDefault="00DF7BAA" w:rsidP="00DF7BAA">
      <w:pPr>
        <w:pStyle w:val="Nadpis2-1"/>
      </w:pPr>
      <w:bookmarkStart w:id="3" w:name="_Toc6410429"/>
      <w:bookmarkStart w:id="4" w:name="_Toc389559699"/>
      <w:bookmarkStart w:id="5" w:name="_Toc397429847"/>
      <w:bookmarkStart w:id="6" w:name="_Ref433028040"/>
      <w:bookmarkStart w:id="7" w:name="_Toc1048197"/>
      <w:bookmarkStart w:id="8" w:name="_Toc13731855"/>
      <w:bookmarkStart w:id="9" w:name="_Toc153174908"/>
      <w:r w:rsidRPr="00782CE4">
        <w:lastRenderedPageBreak/>
        <w:t>SPECIFIKACE</w:t>
      </w:r>
      <w:r>
        <w:t xml:space="preserve"> PŘEDMĚTU DÍLA</w:t>
      </w:r>
      <w:bookmarkEnd w:id="3"/>
      <w:bookmarkEnd w:id="9"/>
    </w:p>
    <w:p w14:paraId="22163EB9" w14:textId="77777777" w:rsidR="00DF7BAA" w:rsidRDefault="00DF7BAA" w:rsidP="00DF7BAA">
      <w:pPr>
        <w:pStyle w:val="Nadpis2-2"/>
      </w:pPr>
      <w:bookmarkStart w:id="10" w:name="_Toc6410430"/>
      <w:bookmarkStart w:id="11" w:name="_Toc153174909"/>
      <w:r>
        <w:t>Účel a rozsah předmětu Díla</w:t>
      </w:r>
      <w:bookmarkEnd w:id="10"/>
      <w:bookmarkEnd w:id="11"/>
    </w:p>
    <w:p w14:paraId="4A70FF32" w14:textId="3446C098" w:rsidR="00DF7BAA" w:rsidRDefault="00DF7BAA" w:rsidP="00DF7BAA">
      <w:pPr>
        <w:pStyle w:val="Text2-1"/>
      </w:pPr>
      <w:r>
        <w:t>Předmětem díla je zhotovení stavby „</w:t>
      </w:r>
      <w:r w:rsidR="00083E11" w:rsidRPr="00083E11">
        <w:t xml:space="preserve">Implementace ETCS </w:t>
      </w:r>
      <w:proofErr w:type="spellStart"/>
      <w:r w:rsidR="00083E11" w:rsidRPr="00083E11">
        <w:t>Regional</w:t>
      </w:r>
      <w:proofErr w:type="spellEnd"/>
      <w:r w:rsidR="00083E11" w:rsidRPr="00083E11">
        <w:t xml:space="preserve"> </w:t>
      </w:r>
      <w:proofErr w:type="gramStart"/>
      <w:r w:rsidR="00083E11" w:rsidRPr="00083E11">
        <w:t>Chrudim - Borohrádek</w:t>
      </w:r>
      <w:proofErr w:type="gramEnd"/>
      <w:r>
        <w:t>“</w:t>
      </w:r>
      <w:r w:rsidR="00EC4FA5">
        <w:t>,</w:t>
      </w:r>
      <w:r>
        <w:t xml:space="preserve"> jejímž cílem je </w:t>
      </w:r>
      <w:r w:rsidR="00083E11">
        <w:t>zvýšení bezpečnosti na trati Chrudim – Borohrádek výstavbou vlakového zabezpečovače ETCS</w:t>
      </w:r>
      <w:r>
        <w:t>.</w:t>
      </w:r>
    </w:p>
    <w:p w14:paraId="56CCCA64" w14:textId="1B6A3711" w:rsidR="00DF7BAA" w:rsidRPr="00DB4332" w:rsidRDefault="00DF7BAA" w:rsidP="00DF7BAA">
      <w:pPr>
        <w:pStyle w:val="Text2-1"/>
      </w:pPr>
      <w:r w:rsidRPr="00DB4332">
        <w:t>Rozsah Díla „</w:t>
      </w:r>
      <w:r w:rsidR="000B4439" w:rsidRPr="00083E11">
        <w:t xml:space="preserve">Implementace ETCS </w:t>
      </w:r>
      <w:proofErr w:type="spellStart"/>
      <w:r w:rsidR="000B4439" w:rsidRPr="00083E11">
        <w:t>Regional</w:t>
      </w:r>
      <w:proofErr w:type="spellEnd"/>
      <w:r w:rsidR="000B4439" w:rsidRPr="00083E11">
        <w:t xml:space="preserve"> </w:t>
      </w:r>
      <w:proofErr w:type="gramStart"/>
      <w:r w:rsidR="000B4439" w:rsidRPr="00083E11">
        <w:t>Chrudim - Borohrádek</w:t>
      </w:r>
      <w:proofErr w:type="gramEnd"/>
      <w:r w:rsidRPr="00DB4332">
        <w:t>“ je</w:t>
      </w:r>
      <w:r w:rsidR="00AC678D">
        <w:t>:</w:t>
      </w:r>
    </w:p>
    <w:p w14:paraId="097D4522" w14:textId="77777777" w:rsidR="00D12C76" w:rsidRDefault="00D12C76" w:rsidP="00936D2A">
      <w:pPr>
        <w:pStyle w:val="Odrka1-1"/>
      </w:pPr>
      <w:r>
        <w:t>zhotovení stavby dle zadávací dokumentace,</w:t>
      </w:r>
    </w:p>
    <w:p w14:paraId="25D1E4EC" w14:textId="77777777" w:rsidR="00D12C76" w:rsidRDefault="00D12C76" w:rsidP="00936D2A">
      <w:pPr>
        <w:pStyle w:val="Odrka1-1"/>
      </w:pPr>
      <w:r>
        <w:t>zpracování Realizační dokumentace stavby,</w:t>
      </w:r>
    </w:p>
    <w:p w14:paraId="0047F4B9" w14:textId="77777777" w:rsidR="00D12C76" w:rsidRDefault="00D12C76" w:rsidP="00936D2A">
      <w:pPr>
        <w:pStyle w:val="Odrka1-1"/>
      </w:pPr>
      <w:r>
        <w:t>vypracování Dokumentace skutečného provedení stavby</w:t>
      </w:r>
      <w:r w:rsidR="00E70AB8">
        <w:t xml:space="preserve"> včetně geodetické části</w:t>
      </w:r>
      <w:r>
        <w:t>.</w:t>
      </w:r>
    </w:p>
    <w:p w14:paraId="5EBA01A4" w14:textId="77777777" w:rsidR="00DF7BAA" w:rsidRDefault="00DF7BAA" w:rsidP="00DF7BAA">
      <w:pPr>
        <w:pStyle w:val="Nadpis2-2"/>
      </w:pPr>
      <w:bookmarkStart w:id="12" w:name="_Toc6410431"/>
      <w:bookmarkStart w:id="13" w:name="_Toc153174910"/>
      <w:r>
        <w:t>Umístění stavby</w:t>
      </w:r>
      <w:bookmarkEnd w:id="12"/>
      <w:bookmarkEnd w:id="13"/>
    </w:p>
    <w:p w14:paraId="20DDCE04" w14:textId="3280DEA1" w:rsidR="00DF7BAA" w:rsidRDefault="00DF7BAA" w:rsidP="00DF7BAA">
      <w:pPr>
        <w:pStyle w:val="Text2-1"/>
      </w:pPr>
      <w:r>
        <w:t xml:space="preserve">Stavba bude probíhat na trati </w:t>
      </w:r>
      <w:r w:rsidR="00083E11">
        <w:t>Chrudim – Borohrádek.</w:t>
      </w:r>
    </w:p>
    <w:p w14:paraId="78353655" w14:textId="77777777" w:rsidR="006972D4" w:rsidRDefault="006972D4" w:rsidP="006972D4">
      <w:pPr>
        <w:pStyle w:val="TabulkaNadpis"/>
      </w:pPr>
      <w:r>
        <w:t>Údaje o stavbě</w:t>
      </w:r>
    </w:p>
    <w:tbl>
      <w:tblPr>
        <w:tblStyle w:val="TabZTPbez"/>
        <w:tblW w:w="8080" w:type="dxa"/>
        <w:tblInd w:w="737" w:type="dxa"/>
        <w:tblLook w:val="04E0" w:firstRow="1" w:lastRow="1" w:firstColumn="1" w:lastColumn="0" w:noHBand="0" w:noVBand="1"/>
      </w:tblPr>
      <w:tblGrid>
        <w:gridCol w:w="2949"/>
        <w:gridCol w:w="5131"/>
      </w:tblGrid>
      <w:tr w:rsidR="006972D4" w:rsidRPr="005A2CE9" w14:paraId="7AE2DEA2" w14:textId="77777777" w:rsidTr="00C22D8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2C7254A4" w14:textId="77777777" w:rsidR="006972D4" w:rsidRPr="005A2CE9" w:rsidRDefault="006972D4" w:rsidP="00C22D8F">
            <w:pPr>
              <w:pStyle w:val="Tabulka-7"/>
            </w:pPr>
            <w:r>
              <w:t>Označení (S-kód)</w:t>
            </w:r>
          </w:p>
        </w:tc>
        <w:tc>
          <w:tcPr>
            <w:tcW w:w="5131" w:type="dxa"/>
          </w:tcPr>
          <w:p w14:paraId="3925D180" w14:textId="24F51229" w:rsidR="006972D4" w:rsidRPr="005A2CE9" w:rsidRDefault="00083E11" w:rsidP="00C22D8F">
            <w:pPr>
              <w:pStyle w:val="Tabulka-7"/>
              <w:cnfStyle w:val="100000000000" w:firstRow="1" w:lastRow="0" w:firstColumn="0" w:lastColumn="0" w:oddVBand="0" w:evenVBand="0" w:oddHBand="0" w:evenHBand="0" w:firstRowFirstColumn="0" w:firstRowLastColumn="0" w:lastRowFirstColumn="0" w:lastRowLastColumn="0"/>
            </w:pPr>
            <w:r w:rsidRPr="00083E11">
              <w:t>S622100092</w:t>
            </w:r>
          </w:p>
        </w:tc>
      </w:tr>
      <w:tr w:rsidR="006972D4" w:rsidRPr="005A2CE9" w14:paraId="6FACF0CE" w14:textId="77777777" w:rsidTr="00C22D8F">
        <w:tc>
          <w:tcPr>
            <w:cnfStyle w:val="001000000000" w:firstRow="0" w:lastRow="0" w:firstColumn="1" w:lastColumn="0" w:oddVBand="0" w:evenVBand="0" w:oddHBand="0" w:evenHBand="0" w:firstRowFirstColumn="0" w:firstRowLastColumn="0" w:lastRowFirstColumn="0" w:lastRowLastColumn="0"/>
            <w:tcW w:w="2949" w:type="dxa"/>
          </w:tcPr>
          <w:p w14:paraId="6C83E376" w14:textId="77777777" w:rsidR="006972D4" w:rsidRPr="005A2CE9" w:rsidRDefault="006972D4" w:rsidP="00C22D8F">
            <w:pPr>
              <w:pStyle w:val="Tabulka-7"/>
            </w:pPr>
            <w:r>
              <w:t>Kraj</w:t>
            </w:r>
          </w:p>
        </w:tc>
        <w:tc>
          <w:tcPr>
            <w:tcW w:w="5131" w:type="dxa"/>
          </w:tcPr>
          <w:p w14:paraId="1ABA1464" w14:textId="2BB89932" w:rsidR="006972D4" w:rsidRPr="005A2CE9" w:rsidRDefault="00083E11" w:rsidP="00C22D8F">
            <w:pPr>
              <w:pStyle w:val="Tabulka-7"/>
              <w:cnfStyle w:val="000000000000" w:firstRow="0" w:lastRow="0" w:firstColumn="0" w:lastColumn="0" w:oddVBand="0" w:evenVBand="0" w:oddHBand="0" w:evenHBand="0" w:firstRowFirstColumn="0" w:firstRowLastColumn="0" w:lastRowFirstColumn="0" w:lastRowLastColumn="0"/>
            </w:pPr>
            <w:r>
              <w:t>Pardubický</w:t>
            </w:r>
          </w:p>
        </w:tc>
      </w:tr>
      <w:tr w:rsidR="006972D4" w:rsidRPr="005A2CE9" w14:paraId="39EA2641" w14:textId="77777777" w:rsidTr="00C22D8F">
        <w:tc>
          <w:tcPr>
            <w:cnfStyle w:val="001000000000" w:firstRow="0" w:lastRow="0" w:firstColumn="1" w:lastColumn="0" w:oddVBand="0" w:evenVBand="0" w:oddHBand="0" w:evenHBand="0" w:firstRowFirstColumn="0" w:firstRowLastColumn="0" w:lastRowFirstColumn="0" w:lastRowLastColumn="0"/>
            <w:tcW w:w="2949" w:type="dxa"/>
          </w:tcPr>
          <w:p w14:paraId="589EFCAE" w14:textId="77777777" w:rsidR="006972D4" w:rsidRPr="005A2CE9" w:rsidRDefault="006972D4" w:rsidP="00C22D8F">
            <w:pPr>
              <w:pStyle w:val="Tabulka-7"/>
            </w:pPr>
            <w:r>
              <w:t>Okres</w:t>
            </w:r>
          </w:p>
        </w:tc>
        <w:tc>
          <w:tcPr>
            <w:tcW w:w="5131" w:type="dxa"/>
          </w:tcPr>
          <w:p w14:paraId="66508423" w14:textId="0687E23F" w:rsidR="006972D4" w:rsidRPr="005A2CE9" w:rsidRDefault="00083E11" w:rsidP="00C22D8F">
            <w:pPr>
              <w:pStyle w:val="Tabulka-7"/>
              <w:cnfStyle w:val="000000000000" w:firstRow="0" w:lastRow="0" w:firstColumn="0" w:lastColumn="0" w:oddVBand="0" w:evenVBand="0" w:oddHBand="0" w:evenHBand="0" w:firstRowFirstColumn="0" w:firstRowLastColumn="0" w:lastRowFirstColumn="0" w:lastRowLastColumn="0"/>
            </w:pPr>
            <w:r>
              <w:t>Chrudim, Pardubice</w:t>
            </w:r>
          </w:p>
        </w:tc>
      </w:tr>
      <w:tr w:rsidR="006972D4" w:rsidRPr="005A2CE9" w14:paraId="3DD7DFEC" w14:textId="77777777" w:rsidTr="00C22D8F">
        <w:tc>
          <w:tcPr>
            <w:cnfStyle w:val="001000000000" w:firstRow="0" w:lastRow="0" w:firstColumn="1" w:lastColumn="0" w:oddVBand="0" w:evenVBand="0" w:oddHBand="0" w:evenHBand="0" w:firstRowFirstColumn="0" w:firstRowLastColumn="0" w:lastRowFirstColumn="0" w:lastRowLastColumn="0"/>
            <w:tcW w:w="2949" w:type="dxa"/>
          </w:tcPr>
          <w:p w14:paraId="66CA68E6" w14:textId="77777777" w:rsidR="006972D4" w:rsidRPr="005A2CE9" w:rsidRDefault="006972D4" w:rsidP="00C22D8F">
            <w:pPr>
              <w:pStyle w:val="Tabulka-7"/>
            </w:pPr>
            <w:r>
              <w:t>Katastrální území</w:t>
            </w:r>
          </w:p>
        </w:tc>
        <w:tc>
          <w:tcPr>
            <w:tcW w:w="5131" w:type="dxa"/>
          </w:tcPr>
          <w:p w14:paraId="2CD3D90B" w14:textId="77777777" w:rsidR="00083E11" w:rsidRDefault="00083E11" w:rsidP="00083E11">
            <w:pPr>
              <w:pStyle w:val="Tabulka-7"/>
              <w:cnfStyle w:val="000000000000" w:firstRow="0" w:lastRow="0" w:firstColumn="0" w:lastColumn="0" w:oddVBand="0" w:evenVBand="0" w:oddHBand="0" w:evenHBand="0" w:firstRowFirstColumn="0" w:firstRowLastColumn="0" w:lastRowFirstColumn="0" w:lastRowLastColumn="0"/>
            </w:pPr>
            <w:r>
              <w:t>Chrudim, Stíčany, Hrochův</w:t>
            </w:r>
          </w:p>
          <w:p w14:paraId="563A5595" w14:textId="77777777" w:rsidR="00083E11" w:rsidRDefault="00083E11" w:rsidP="00083E11">
            <w:pPr>
              <w:pStyle w:val="Tabulka-7"/>
              <w:cnfStyle w:val="000000000000" w:firstRow="0" w:lastRow="0" w:firstColumn="0" w:lastColumn="0" w:oddVBand="0" w:evenVBand="0" w:oddHBand="0" w:evenHBand="0" w:firstRowFirstColumn="0" w:firstRowLastColumn="0" w:lastRowFirstColumn="0" w:lastRowLastColumn="0"/>
            </w:pPr>
            <w:r>
              <w:t>Týnec, Moravany nad Loučnou, Platěnice, Holice v Čechách, Topol, Úhřetice,</w:t>
            </w:r>
          </w:p>
          <w:p w14:paraId="7E271EDC" w14:textId="16F22620" w:rsidR="006972D4" w:rsidRPr="005A2CE9" w:rsidRDefault="00083E11" w:rsidP="00083E11">
            <w:pPr>
              <w:pStyle w:val="Tabulka-7"/>
              <w:cnfStyle w:val="000000000000" w:firstRow="0" w:lastRow="0" w:firstColumn="0" w:lastColumn="0" w:oddVBand="0" w:evenVBand="0" w:oddHBand="0" w:evenHBand="0" w:firstRowFirstColumn="0" w:firstRowLastColumn="0" w:lastRowFirstColumn="0" w:lastRowLastColumn="0"/>
            </w:pPr>
            <w:r>
              <w:t>Tuněchody, Vejvanovice, Bořice u Hrochova Týnce, Borohrádek, Dolní Roveň</w:t>
            </w:r>
          </w:p>
        </w:tc>
      </w:tr>
      <w:tr w:rsidR="006972D4" w:rsidRPr="005A2CE9" w14:paraId="02BB80FC" w14:textId="77777777" w:rsidTr="00C22D8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1DB64045" w14:textId="77777777" w:rsidR="006972D4" w:rsidRPr="005A2CE9" w:rsidRDefault="006972D4" w:rsidP="00C22D8F">
            <w:pPr>
              <w:pStyle w:val="Tabulka-7"/>
            </w:pPr>
            <w:r>
              <w:t xml:space="preserve">Správce </w:t>
            </w:r>
          </w:p>
        </w:tc>
        <w:tc>
          <w:tcPr>
            <w:tcW w:w="5131" w:type="dxa"/>
          </w:tcPr>
          <w:p w14:paraId="73CC613E" w14:textId="3A56504A" w:rsidR="006972D4" w:rsidRPr="005A2CE9" w:rsidRDefault="006972D4" w:rsidP="00C22D8F">
            <w:pPr>
              <w:pStyle w:val="Tabulka-7"/>
              <w:cnfStyle w:val="010000000000" w:firstRow="0" w:lastRow="1" w:firstColumn="0" w:lastColumn="0" w:oddVBand="0" w:evenVBand="0" w:oddHBand="0" w:evenHBand="0" w:firstRowFirstColumn="0" w:firstRowLastColumn="0" w:lastRowFirstColumn="0" w:lastRowLastColumn="0"/>
            </w:pPr>
            <w:r>
              <w:t>OŘ</w:t>
            </w:r>
            <w:r w:rsidR="00083E11">
              <w:t xml:space="preserve"> Hradec Králové</w:t>
            </w:r>
          </w:p>
        </w:tc>
      </w:tr>
    </w:tbl>
    <w:p w14:paraId="6E5007F4" w14:textId="77777777" w:rsidR="006972D4" w:rsidRDefault="006972D4" w:rsidP="006972D4">
      <w:pPr>
        <w:pStyle w:val="TextbezslBEZMEZER"/>
      </w:pPr>
    </w:p>
    <w:p w14:paraId="41A080F4" w14:textId="77777777" w:rsidR="00DF7BAA" w:rsidRDefault="00DF7BAA" w:rsidP="00DF7BAA">
      <w:pPr>
        <w:pStyle w:val="Nadpis2-1"/>
      </w:pPr>
      <w:bookmarkStart w:id="14" w:name="_Toc6410432"/>
      <w:bookmarkStart w:id="15" w:name="_Toc153174911"/>
      <w:r>
        <w:t>PŘEHLED VÝCHOZÍCH PODKLADŮ</w:t>
      </w:r>
      <w:bookmarkEnd w:id="14"/>
      <w:bookmarkEnd w:id="15"/>
    </w:p>
    <w:p w14:paraId="457FE4B6" w14:textId="77777777" w:rsidR="00DF7BAA" w:rsidRDefault="00DF7BAA" w:rsidP="00DF7BAA">
      <w:pPr>
        <w:pStyle w:val="Nadpis2-2"/>
      </w:pPr>
      <w:bookmarkStart w:id="16" w:name="_Toc6410433"/>
      <w:bookmarkStart w:id="17" w:name="_Toc153174912"/>
      <w:r>
        <w:t>Projektová dokumentace</w:t>
      </w:r>
      <w:bookmarkEnd w:id="16"/>
      <w:bookmarkEnd w:id="17"/>
    </w:p>
    <w:p w14:paraId="5675EC50" w14:textId="36786B22" w:rsidR="00DF7BAA" w:rsidRDefault="00DF7BAA" w:rsidP="00DF7BAA">
      <w:pPr>
        <w:pStyle w:val="Text2-1"/>
      </w:pPr>
      <w:r>
        <w:t>Projektová dokumentace „</w:t>
      </w:r>
      <w:r w:rsidR="00083E11" w:rsidRPr="00083E11">
        <w:t xml:space="preserve">Implementace ETCS </w:t>
      </w:r>
      <w:proofErr w:type="spellStart"/>
      <w:r w:rsidR="00083E11" w:rsidRPr="00083E11">
        <w:t>Regional</w:t>
      </w:r>
      <w:proofErr w:type="spellEnd"/>
      <w:r w:rsidR="00083E11" w:rsidRPr="00083E11">
        <w:t xml:space="preserve"> </w:t>
      </w:r>
      <w:proofErr w:type="gramStart"/>
      <w:r w:rsidR="00083E11" w:rsidRPr="00083E11">
        <w:t>Chrudim - Borohrádek</w:t>
      </w:r>
      <w:proofErr w:type="gramEnd"/>
      <w:r>
        <w:t xml:space="preserve">“, zpracovatel </w:t>
      </w:r>
      <w:proofErr w:type="spellStart"/>
      <w:r w:rsidR="00083E11">
        <w:t>Signal</w:t>
      </w:r>
      <w:proofErr w:type="spellEnd"/>
      <w:r w:rsidR="00083E11">
        <w:t xml:space="preserve"> projekt s.r.o.</w:t>
      </w:r>
      <w:r>
        <w:t>, datum</w:t>
      </w:r>
      <w:r w:rsidR="00083E11">
        <w:t xml:space="preserve"> 03/2023.</w:t>
      </w:r>
    </w:p>
    <w:p w14:paraId="04F79CDF" w14:textId="77777777" w:rsidR="00BA2F47" w:rsidRDefault="00BA2F47" w:rsidP="00BA2F47">
      <w:pPr>
        <w:pStyle w:val="Textbezslovn"/>
      </w:pPr>
      <w:r>
        <w:t>Zhotovitel po uzavření SOD obdrží elektronickou podobu Projektové dokumentace v otevřené formě.</w:t>
      </w:r>
    </w:p>
    <w:p w14:paraId="6B9972B3" w14:textId="77777777" w:rsidR="00DF7BAA" w:rsidRDefault="00DF7BAA" w:rsidP="00DF7BAA">
      <w:pPr>
        <w:pStyle w:val="Nadpis2-2"/>
      </w:pPr>
      <w:bookmarkStart w:id="18" w:name="_Toc6410434"/>
      <w:bookmarkStart w:id="19" w:name="_Toc153174913"/>
      <w:r>
        <w:t>Související dokumentace</w:t>
      </w:r>
      <w:bookmarkEnd w:id="18"/>
      <w:bookmarkEnd w:id="19"/>
    </w:p>
    <w:p w14:paraId="1E49504B" w14:textId="71341B18" w:rsidR="004A6ACC" w:rsidRPr="009A7F33" w:rsidRDefault="004A6ACC" w:rsidP="004A6ACC">
      <w:pPr>
        <w:pStyle w:val="Text2-1"/>
      </w:pPr>
      <w:r w:rsidRPr="009A7F33">
        <w:t>Schvalovací protokol projektu SŽ č</w:t>
      </w:r>
      <w:r w:rsidR="009A7F33">
        <w:t>. </w:t>
      </w:r>
      <w:r w:rsidRPr="009A7F33">
        <w:t>j.</w:t>
      </w:r>
      <w:r w:rsidR="009A7F33">
        <w:t xml:space="preserve"> </w:t>
      </w:r>
      <w:r w:rsidR="009A7F33" w:rsidRPr="009A7F33">
        <w:t>57195/2023-SŽ-GŘ-O6-Hlo</w:t>
      </w:r>
      <w:r w:rsidRPr="009A7F33">
        <w:t xml:space="preserve"> ze dne </w:t>
      </w:r>
      <w:r w:rsidR="009A7F33">
        <w:t>22.8.2023</w:t>
      </w:r>
    </w:p>
    <w:p w14:paraId="6E119830" w14:textId="77777777" w:rsidR="00083E11" w:rsidRDefault="00083E11" w:rsidP="00DF7BAA">
      <w:pPr>
        <w:pStyle w:val="Text2-1"/>
      </w:pPr>
      <w:r>
        <w:t>Stavba nevyžaduje s</w:t>
      </w:r>
      <w:r w:rsidR="00DF7BAA">
        <w:t>tavební povolení</w:t>
      </w:r>
      <w:r>
        <w:t>.</w:t>
      </w:r>
    </w:p>
    <w:p w14:paraId="59D2B571" w14:textId="54F568D9" w:rsidR="00083E11" w:rsidRDefault="00083E11" w:rsidP="00DF7BAA">
      <w:pPr>
        <w:pStyle w:val="Text2-1"/>
      </w:pPr>
      <w:r>
        <w:t>Pro stavbu byly vydány tyto územní souhlasy:</w:t>
      </w:r>
    </w:p>
    <w:p w14:paraId="1AEF93EE" w14:textId="6D4D03E6" w:rsidR="00083E11" w:rsidRDefault="00083E11" w:rsidP="00083E11">
      <w:pPr>
        <w:pStyle w:val="Text2-2"/>
      </w:pPr>
      <w:r>
        <w:t>Městský úřad Holice vydal územní souhlas pod č</w:t>
      </w:r>
      <w:r w:rsidR="00525759">
        <w:t>. </w:t>
      </w:r>
      <w:r>
        <w:t>j. MUHO/14909/2023 dne 17.</w:t>
      </w:r>
      <w:r w:rsidR="00525759">
        <w:t> </w:t>
      </w:r>
      <w:r>
        <w:t>5.</w:t>
      </w:r>
      <w:r w:rsidR="00525759">
        <w:t xml:space="preserve"> </w:t>
      </w:r>
      <w:r>
        <w:t>2022</w:t>
      </w:r>
    </w:p>
    <w:p w14:paraId="740AC10A" w14:textId="71B6289E" w:rsidR="00083E11" w:rsidRDefault="00083E11" w:rsidP="00083E11">
      <w:pPr>
        <w:pStyle w:val="Text2-2"/>
      </w:pPr>
      <w:r>
        <w:t>Městský úřad Chrast vydal územní souhlas pod č</w:t>
      </w:r>
      <w:r w:rsidR="00525759">
        <w:t>. </w:t>
      </w:r>
      <w:r>
        <w:t>j. CH/SÚ/04408/2023 dne 23.</w:t>
      </w:r>
      <w:r w:rsidR="00525759">
        <w:t xml:space="preserve"> </w:t>
      </w:r>
      <w:r>
        <w:t>6.</w:t>
      </w:r>
      <w:r w:rsidR="00525759">
        <w:t xml:space="preserve"> </w:t>
      </w:r>
      <w:r>
        <w:t>2023</w:t>
      </w:r>
    </w:p>
    <w:p w14:paraId="27AE09D3" w14:textId="4C4734EC" w:rsidR="00083E11" w:rsidRDefault="00083E11" w:rsidP="00083E11">
      <w:pPr>
        <w:pStyle w:val="Text2-2"/>
      </w:pPr>
      <w:r>
        <w:t>Městský úřad Chrudim vydal územní souhlas pod č.</w:t>
      </w:r>
      <w:r w:rsidR="00525759">
        <w:t> </w:t>
      </w:r>
      <w:r>
        <w:t>j. CR 051885/2023 STO/PH dne 16.</w:t>
      </w:r>
      <w:r w:rsidR="00525759">
        <w:t xml:space="preserve"> </w:t>
      </w:r>
      <w:r>
        <w:t>6.</w:t>
      </w:r>
      <w:r w:rsidR="00525759">
        <w:t xml:space="preserve"> </w:t>
      </w:r>
      <w:r>
        <w:t>2023</w:t>
      </w:r>
    </w:p>
    <w:p w14:paraId="51DAB003" w14:textId="77777777" w:rsidR="00DF7BAA" w:rsidRDefault="00DF7BAA" w:rsidP="00DF7BAA">
      <w:pPr>
        <w:pStyle w:val="Nadpis2-1"/>
      </w:pPr>
      <w:bookmarkStart w:id="20" w:name="_Toc6410435"/>
      <w:bookmarkStart w:id="21" w:name="_Toc153174914"/>
      <w:r>
        <w:t>KOORDINACE S JINÝMI STAVBAMI</w:t>
      </w:r>
      <w:bookmarkEnd w:id="20"/>
      <w:bookmarkEnd w:id="21"/>
      <w:r>
        <w:t xml:space="preserve"> </w:t>
      </w:r>
    </w:p>
    <w:p w14:paraId="4D9F3C41" w14:textId="7BDCAE0E" w:rsidR="00DF7BAA" w:rsidRDefault="00DF7BAA" w:rsidP="00DF7BAA">
      <w:pPr>
        <w:pStyle w:val="Text2-1"/>
      </w:pPr>
      <w:r>
        <w:t>Zhotovení stavby musí být provedeno v koordinaci s připravovanými, případně aktuálně realizovanými akcemi</w:t>
      </w:r>
      <w:r w:rsidR="00537A4F">
        <w:t>,</w:t>
      </w:r>
      <w:r>
        <w:t xml:space="preserve"> a to i dalších investorů, které přímo s předmětnou akcí souvisí nebo ji mohou ovlivnit. Součástí plnění Díla je i zajištění koordinace při realizaci prací, poskytování a rozsahu výluk, přidělení prostorů pro staveniště v jednotlivých </w:t>
      </w:r>
      <w:proofErr w:type="spellStart"/>
      <w:r>
        <w:t>žst</w:t>
      </w:r>
      <w:proofErr w:type="spellEnd"/>
      <w:r>
        <w:t xml:space="preserve">. apod. </w:t>
      </w:r>
    </w:p>
    <w:p w14:paraId="70D7694B" w14:textId="77777777" w:rsidR="00DF7BAA" w:rsidRPr="004A6ACC" w:rsidRDefault="00DF7BAA" w:rsidP="00DF7BAA">
      <w:pPr>
        <w:pStyle w:val="Text2-1"/>
      </w:pPr>
      <w:r w:rsidRPr="004A6ACC">
        <w:lastRenderedPageBreak/>
        <w:t>Koordinace musí probíhat zejména s níže uvedenými investicemi a opravnými pracemi:</w:t>
      </w:r>
    </w:p>
    <w:p w14:paraId="63AC06D4" w14:textId="0B3FFA3A" w:rsidR="004A6ACC" w:rsidRPr="004A6ACC" w:rsidRDefault="004A6ACC" w:rsidP="0047647C">
      <w:pPr>
        <w:pStyle w:val="Odstavec1-1a"/>
        <w:numPr>
          <w:ilvl w:val="0"/>
          <w:numId w:val="5"/>
        </w:numPr>
        <w:spacing w:after="120"/>
      </w:pPr>
      <w:r w:rsidRPr="004A6ACC">
        <w:t>Přemístění technologického zařízení SSZT v dopravně Chrudim město (realizace 07/2024 až 09/2024)</w:t>
      </w:r>
    </w:p>
    <w:p w14:paraId="1DCC9A1A" w14:textId="77777777" w:rsidR="00DF7BAA" w:rsidRDefault="00E70AB8" w:rsidP="00DF7BAA">
      <w:pPr>
        <w:pStyle w:val="Nadpis2-1"/>
      </w:pPr>
      <w:bookmarkStart w:id="22" w:name="_Toc6410436"/>
      <w:bookmarkStart w:id="23" w:name="_Toc153174915"/>
      <w:r>
        <w:t xml:space="preserve">POŽADAVKY NA </w:t>
      </w:r>
      <w:r w:rsidR="00DF7BAA" w:rsidRPr="00EC2E51">
        <w:t>TECHNICKÉ</w:t>
      </w:r>
      <w:r w:rsidR="00DF7BAA">
        <w:t xml:space="preserve"> </w:t>
      </w:r>
      <w:r>
        <w:t>ŘEŠENÍ</w:t>
      </w:r>
      <w:r w:rsidR="00DF7BAA">
        <w:t xml:space="preserve"> PROVEDENÍ DÍLA</w:t>
      </w:r>
      <w:bookmarkEnd w:id="22"/>
      <w:bookmarkEnd w:id="23"/>
    </w:p>
    <w:p w14:paraId="4D408A9F" w14:textId="77777777" w:rsidR="00DF7BAA" w:rsidRPr="00D549CA" w:rsidRDefault="00DF7BAA" w:rsidP="00DF7BAA">
      <w:pPr>
        <w:pStyle w:val="Nadpis2-2"/>
      </w:pPr>
      <w:bookmarkStart w:id="24" w:name="_Toc6410437"/>
      <w:bookmarkStart w:id="25" w:name="_Toc153174916"/>
      <w:r w:rsidRPr="00D549CA">
        <w:t>Všeobecně</w:t>
      </w:r>
      <w:bookmarkEnd w:id="24"/>
      <w:bookmarkEnd w:id="25"/>
    </w:p>
    <w:p w14:paraId="245A22E0" w14:textId="77777777" w:rsidR="00831E0F" w:rsidRPr="00D549CA" w:rsidRDefault="00831E0F" w:rsidP="00831E0F">
      <w:pPr>
        <w:pStyle w:val="Text2-1"/>
      </w:pPr>
      <w:r w:rsidRPr="00D549CA">
        <w:t>Odstavec 7.3.2 a 7.3.3 ve VTP/R/1</w:t>
      </w:r>
      <w:r w:rsidR="006146BF" w:rsidRPr="00D549CA">
        <w:t>6</w:t>
      </w:r>
      <w:r w:rsidRPr="00D549CA">
        <w:t xml:space="preserve">/22 se ruší a nahrazuje se následujícími odstavci: </w:t>
      </w:r>
    </w:p>
    <w:p w14:paraId="6D845E1E" w14:textId="77777777" w:rsidR="00525759" w:rsidRDefault="00831E0F" w:rsidP="00525759">
      <w:pPr>
        <w:pStyle w:val="Textbezslovn"/>
        <w:tabs>
          <w:tab w:val="left" w:pos="1701"/>
        </w:tabs>
        <w:ind w:left="1701" w:hanging="964"/>
      </w:pPr>
      <w:r w:rsidRPr="00D549CA">
        <w:t>„7.3.2</w:t>
      </w:r>
      <w:r w:rsidRPr="00D549CA">
        <w:tab/>
      </w:r>
      <w:r w:rsidR="00525759">
        <w:t xml:space="preserve">Zhotovitel předloží Správci stavby v předstihu před převzetím části Díla, Sekce nebo Díla Závěrečnou zprávu odpadového hospodářství stavby dle směrnice SŽ SM096, podle závazné osnovy uvedené v příloze B.1 směrnice SŽ SM096, včetně Výkazu o předcházení vzniku odpadu a nakládání s odpady dle Přílohy B.2 směrnice SŽ SM096. Správce stavby zajistí kontrolu Závěrečné zprávy a Výkazu garantem za ŽP Objednatele. Po odsouhlasení Závěrečné zprávy a Výkazu garantem za ŽP Objednatele předá Správce stavby Závěrečnou zprávu a Výkaz prokazatelně na GŘ O15. </w:t>
      </w:r>
    </w:p>
    <w:p w14:paraId="4D743D0C" w14:textId="6A1976C0" w:rsidR="00831E0F" w:rsidRPr="00C653C9" w:rsidRDefault="00525759" w:rsidP="00525759">
      <w:pPr>
        <w:pStyle w:val="Textbezslovn"/>
        <w:tabs>
          <w:tab w:val="left" w:pos="1701"/>
        </w:tabs>
        <w:ind w:left="1701" w:hanging="964"/>
      </w:pPr>
      <w:r>
        <w:t>7.3.3</w:t>
      </w:r>
      <w:r>
        <w:tab/>
        <w:t>Správce stavby nesmí potvrdit dokončení díla v Potvrzení o převzetí bez zajištění odevzdání Závěrečné zprávy a Výkazu.</w:t>
      </w:r>
      <w:r w:rsidR="00831E0F" w:rsidRPr="00C22D8F">
        <w:t>“</w:t>
      </w:r>
    </w:p>
    <w:p w14:paraId="7F56D51D" w14:textId="77777777" w:rsidR="00462DB8" w:rsidRDefault="00462DB8" w:rsidP="00462DB8">
      <w:pPr>
        <w:pStyle w:val="Text2-1"/>
        <w:numPr>
          <w:ilvl w:val="2"/>
          <w:numId w:val="6"/>
        </w:numPr>
      </w:pPr>
      <w:r>
        <w:t xml:space="preserve">Třetí odrážka odst. (6) </w:t>
      </w:r>
      <w:proofErr w:type="spellStart"/>
      <w:r w:rsidR="00090F72">
        <w:t>podčlánku</w:t>
      </w:r>
      <w:proofErr w:type="spellEnd"/>
      <w:r w:rsidR="00090F72">
        <w:t xml:space="preserve"> 1.11.5.1 </w:t>
      </w:r>
      <w:r>
        <w:t>v Kapitole 1 TKP se ruší a nahrazuje se následujícím textem:</w:t>
      </w:r>
    </w:p>
    <w:p w14:paraId="413ABEFC" w14:textId="77777777" w:rsidR="00462DB8" w:rsidRDefault="00462DB8" w:rsidP="00462DB8">
      <w:pPr>
        <w:pStyle w:val="Textbezslovn"/>
      </w:pPr>
      <w:r>
        <w:t xml:space="preserve">„• </w:t>
      </w:r>
      <w:r w:rsidRPr="00462DB8">
        <w:t>kompletní</w:t>
      </w:r>
      <w:r>
        <w:t xml:space="preserve"> dokumentace Stavby ve struktuře </w:t>
      </w:r>
      <w:proofErr w:type="spellStart"/>
      <w:r>
        <w:t>TreeInfo</w:t>
      </w:r>
      <w:proofErr w:type="spellEnd"/>
      <w:r>
        <w:t xml:space="preserve">, resp. </w:t>
      </w:r>
      <w:proofErr w:type="spellStart"/>
      <w:r>
        <w:t>InvestDokument</w:t>
      </w:r>
      <w:proofErr w:type="spellEnd"/>
      <w:r>
        <w:t>, v otevřené a uzavřené formě,“</w:t>
      </w:r>
    </w:p>
    <w:p w14:paraId="6ADC8F0E" w14:textId="77777777" w:rsidR="00C83FA2" w:rsidRPr="004A6ACC" w:rsidRDefault="00C83FA2" w:rsidP="00C83FA2">
      <w:pPr>
        <w:pStyle w:val="Text2-1"/>
      </w:pPr>
      <w:r w:rsidRPr="004A6ACC">
        <w:t xml:space="preserve">Zhotovitel provede ruční kopané sondy za účelem ověření skutečného vedení inženýrských sítí před započetím zemních prací strojmo. </w:t>
      </w:r>
    </w:p>
    <w:p w14:paraId="2A690D30" w14:textId="77777777" w:rsidR="00C83FA2" w:rsidRPr="004A6ACC" w:rsidRDefault="00C83FA2" w:rsidP="00C83FA2">
      <w:pPr>
        <w:pStyle w:val="Text2-1"/>
      </w:pPr>
      <w:r w:rsidRPr="004A6ACC">
        <w:t xml:space="preserve">V rámci výkopových prací (zejména pro </w:t>
      </w:r>
      <w:proofErr w:type="spellStart"/>
      <w:r w:rsidRPr="004A6ACC">
        <w:t>kabelovod</w:t>
      </w:r>
      <w:proofErr w:type="spellEnd"/>
      <w:r w:rsidRPr="004A6ACC">
        <w:t>) bude kladen zvýšený důraz na ruční výkopy. Strojní mechanizace se bude moc použít až po odhalení všech kabelových vedení.</w:t>
      </w:r>
    </w:p>
    <w:p w14:paraId="417630E9" w14:textId="77777777" w:rsidR="00DF7BAA" w:rsidRDefault="00DF7BAA" w:rsidP="00DF7BAA">
      <w:pPr>
        <w:pStyle w:val="Nadpis2-2"/>
      </w:pPr>
      <w:bookmarkStart w:id="26" w:name="_Toc153174917"/>
      <w:r>
        <w:t xml:space="preserve">Zeměměřická </w:t>
      </w:r>
      <w:r w:rsidRPr="0080577B">
        <w:t>činnost</w:t>
      </w:r>
      <w:r>
        <w:t xml:space="preserve"> zhotovitele</w:t>
      </w:r>
      <w:bookmarkEnd w:id="26"/>
    </w:p>
    <w:p w14:paraId="6E3F38D4" w14:textId="10F75D9C" w:rsidR="00E70AB8" w:rsidRDefault="00E70AB8" w:rsidP="00E70AB8">
      <w:pPr>
        <w:pStyle w:val="Text2-1"/>
      </w:pPr>
      <w:r>
        <w:t xml:space="preserve">Zhotovitel zažádá jmenovaného </w:t>
      </w:r>
      <w:r w:rsidR="00525759">
        <w:t>A</w:t>
      </w:r>
      <w:r>
        <w:t xml:space="preserve">ZI Objednatele o zajištění aktuálních podkladů a postupu vyplývajícího z požadavků uvedených v příslušných VTP a těchto ZTP pro provedení díla nejpozději do termínu předání Staveniště. </w:t>
      </w:r>
    </w:p>
    <w:p w14:paraId="0A74119C" w14:textId="77777777" w:rsidR="00E70AB8" w:rsidRDefault="00E70AB8" w:rsidP="00E70AB8">
      <w:pPr>
        <w:pStyle w:val="Text2-1"/>
      </w:pPr>
      <w:r>
        <w:t>Zhotovitel zahájí vyhotovení podkladů pro majetkoprávní vypořádání stavby na základě zaměření skutečného provedení jednotlivých PS/SO bezodkladně po jejich dokončení, nejpozději do 3 měsíců od jejich dokončení.</w:t>
      </w:r>
    </w:p>
    <w:p w14:paraId="0E759F5A" w14:textId="77777777" w:rsidR="00DF7BAA" w:rsidRDefault="00DF7BAA" w:rsidP="00DF7BAA">
      <w:pPr>
        <w:pStyle w:val="Nadpis2-2"/>
      </w:pPr>
      <w:bookmarkStart w:id="27" w:name="_Toc6410438"/>
      <w:bookmarkStart w:id="28" w:name="_Toc153174918"/>
      <w:r>
        <w:t>Doklady pře</w:t>
      </w:r>
      <w:r w:rsidR="000C7E5E">
        <w:t>d</w:t>
      </w:r>
      <w:r>
        <w:t>kládané zhotovitelem</w:t>
      </w:r>
      <w:bookmarkEnd w:id="27"/>
      <w:bookmarkEnd w:id="28"/>
    </w:p>
    <w:p w14:paraId="516F0AC6" w14:textId="77777777" w:rsidR="00D12C76" w:rsidRPr="006C33D8" w:rsidRDefault="00562909" w:rsidP="00562909">
      <w:pPr>
        <w:pStyle w:val="Text2-1"/>
      </w:pPr>
      <w:r w:rsidRPr="00562909">
        <w:t xml:space="preserve">Pokud již Zhotovitel nepředložil dále uvedené doklady pře uzavřením SOD, předloží </w:t>
      </w:r>
      <w:r>
        <w:t>p</w:t>
      </w:r>
      <w:r w:rsidR="00D12C76" w:rsidRPr="006C33D8">
        <w:t>řed zahájením prací na objektech, jejichž součástí jsou „Určená technická zařízení“ ve</w:t>
      </w:r>
      <w:r w:rsidR="00D12C76">
        <w:t> </w:t>
      </w:r>
      <w:r w:rsidR="00D12C76" w:rsidRPr="006C33D8">
        <w:t>smyslu vyhlášky MD č. 100/1995 Sb., kterou se stanoví podmínky pro provoz, konstrukci a</w:t>
      </w:r>
      <w:r>
        <w:t> </w:t>
      </w:r>
      <w:r w:rsidR="00D12C76" w:rsidRPr="006C33D8">
        <w:t xml:space="preserve">výrobu určených technických zařízení a jejich konkretizace (Řád určených technických zařízení), v platném znění, včetně prováděcích předpisů k této vyhlášce v platném znění, doklad o tom, že má </w:t>
      </w:r>
      <w:r>
        <w:t xml:space="preserve">pověření nebo má </w:t>
      </w:r>
      <w:r w:rsidR="00D12C76" w:rsidRPr="006C33D8">
        <w:t xml:space="preserve">zajištěnou spolupráci </w:t>
      </w:r>
      <w:r>
        <w:t>s </w:t>
      </w:r>
      <w:r w:rsidR="00D12C76" w:rsidRPr="006C33D8">
        <w:t>právnick</w:t>
      </w:r>
      <w:r>
        <w:t xml:space="preserve">ou </w:t>
      </w:r>
      <w:r w:rsidR="00D12C76" w:rsidRPr="006C33D8">
        <w:t>osob</w:t>
      </w:r>
      <w:r>
        <w:t>ou, která má pověření</w:t>
      </w:r>
      <w:r w:rsidR="00D12C76" w:rsidRPr="006C33D8">
        <w:t xml:space="preserve"> podle ust</w:t>
      </w:r>
      <w:r w:rsidR="00D12C76">
        <w:t>anovení</w:t>
      </w:r>
      <w:r w:rsidR="00D12C76" w:rsidRPr="006C33D8">
        <w:t xml:space="preserve"> §</w:t>
      </w:r>
      <w:r w:rsidR="00D12C76">
        <w:t> </w:t>
      </w:r>
      <w:r w:rsidR="00D12C76" w:rsidRPr="006C33D8">
        <w:t>47 odst. 4 zákona č.</w:t>
      </w:r>
      <w:r w:rsidR="00D12C76">
        <w:t> </w:t>
      </w:r>
      <w:r w:rsidR="00D12C76" w:rsidRPr="006C33D8">
        <w:t>266/1994 Sb.</w:t>
      </w:r>
      <w:r w:rsidR="00F71810">
        <w:t>,</w:t>
      </w:r>
      <w:r w:rsidR="00D12C76" w:rsidRPr="006C33D8">
        <w:t xml:space="preserve"> o drahách</w:t>
      </w:r>
      <w:r w:rsidR="00F71810">
        <w:t>,</w:t>
      </w:r>
      <w:r w:rsidR="00D12C76" w:rsidRPr="006C33D8">
        <w:t xml:space="preserve"> v platném znění pro všechny druhy „Určených technických zařízení“, dotčených výstavbou. Z tohoto dokladu musí být zřejmé, že se vztahuje k plnění předmětné zakázky a bez jeho předložení </w:t>
      </w:r>
      <w:r w:rsidR="00D12C76">
        <w:t xml:space="preserve">těchto dokladů </w:t>
      </w:r>
      <w:r w:rsidR="00D12C76" w:rsidRPr="006C33D8">
        <w:t>nebude možné zahájit práce na výše uvedených objektech.</w:t>
      </w:r>
    </w:p>
    <w:p w14:paraId="29F141FB" w14:textId="77777777" w:rsidR="00DF7BAA" w:rsidRPr="000B4439" w:rsidRDefault="00DF7BAA" w:rsidP="00DF7BAA">
      <w:pPr>
        <w:pStyle w:val="Text2-1"/>
      </w:pPr>
      <w:r w:rsidRPr="000B4439">
        <w:t xml:space="preserve">Zhotovitel doloží </w:t>
      </w:r>
      <w:r w:rsidRPr="000B4439">
        <w:rPr>
          <w:b/>
        </w:rPr>
        <w:t>mimo jiné</w:t>
      </w:r>
      <w:r w:rsidRPr="000B4439">
        <w:t xml:space="preserve"> před zahájením prací na železniční dopravní cestě prosté kopie dokladů o kvalifikaci zhotovitelů dle Předpisu o odborné způsobilosti a znalosti osob při provozování dráhy a drážní dopravy SŽ Zam1, v platném znění:</w:t>
      </w:r>
    </w:p>
    <w:p w14:paraId="51965605" w14:textId="2D4C69A8" w:rsidR="000B4439" w:rsidRDefault="000B4439" w:rsidP="000B4439">
      <w:pPr>
        <w:pStyle w:val="Odrka1-1"/>
      </w:pPr>
      <w:r>
        <w:t xml:space="preserve">Z </w:t>
      </w:r>
      <w:proofErr w:type="gramStart"/>
      <w:r>
        <w:t>06c - vedoucí</w:t>
      </w:r>
      <w:proofErr w:type="gramEnd"/>
      <w:r>
        <w:t xml:space="preserve"> prací pro montáž železničních zabezpečovacích zařízení;</w:t>
      </w:r>
    </w:p>
    <w:p w14:paraId="0F6EDF27" w14:textId="6102E50D" w:rsidR="000B4439" w:rsidRPr="000B4439" w:rsidRDefault="000B4439" w:rsidP="000B4439">
      <w:pPr>
        <w:pStyle w:val="Odrka1-1"/>
      </w:pPr>
      <w:r w:rsidRPr="000B4439">
        <w:lastRenderedPageBreak/>
        <w:t>E–07 - vedoucí prací na ostatních elektrických zařízeních;</w:t>
      </w:r>
    </w:p>
    <w:p w14:paraId="277D0B55" w14:textId="125EE5C8" w:rsidR="00DF7BAA" w:rsidRPr="000B4439" w:rsidRDefault="000B4439" w:rsidP="000B4439">
      <w:pPr>
        <w:pStyle w:val="Odrka1-1"/>
      </w:pPr>
      <w:proofErr w:type="gramStart"/>
      <w:r w:rsidRPr="000B4439">
        <w:t>TZE - osoba</w:t>
      </w:r>
      <w:proofErr w:type="gramEnd"/>
      <w:r w:rsidRPr="000B4439">
        <w:t xml:space="preserve"> odborně způsobilá k provádění revizí, prohlídek a zkoušek UTZ.</w:t>
      </w:r>
    </w:p>
    <w:p w14:paraId="4563B845" w14:textId="77777777" w:rsidR="00DF7BAA" w:rsidRPr="000B4439" w:rsidRDefault="00DF7BAA" w:rsidP="00DF7BAA">
      <w:pPr>
        <w:pStyle w:val="Text2-1"/>
      </w:pPr>
      <w:r w:rsidRPr="000B4439">
        <w:t xml:space="preserve">Výše uvedené doklady upravující odbornou způsobilost musí osvědčit odbornou způsobilost samotného dodavatele (je-li fyzickou osobou) nebo jiné osoby, která bude pro dodavatele příslušnou činnost vykonávat.  </w:t>
      </w:r>
    </w:p>
    <w:p w14:paraId="435E91CC" w14:textId="77777777" w:rsidR="00DF7BAA" w:rsidRDefault="00DF7BAA" w:rsidP="00DF7BAA">
      <w:pPr>
        <w:pStyle w:val="Nadpis2-2"/>
      </w:pPr>
      <w:bookmarkStart w:id="29" w:name="_Toc6410439"/>
      <w:bookmarkStart w:id="30" w:name="_Toc153174919"/>
      <w:r>
        <w:t>Dokumentace zhotovitele pro stavbu</w:t>
      </w:r>
      <w:bookmarkEnd w:id="29"/>
      <w:bookmarkEnd w:id="30"/>
    </w:p>
    <w:p w14:paraId="4F76C759" w14:textId="58A3183E" w:rsidR="00DF7BAA" w:rsidRPr="00693EE9" w:rsidRDefault="00130E62" w:rsidP="00562909">
      <w:pPr>
        <w:pStyle w:val="Text2-1"/>
      </w:pPr>
      <w:r w:rsidRPr="00693EE9">
        <w:t>Součástí předmětu díla je i vyhotovení Realizační dokumentace stavby, která v případě potřeby rozpracovává PDPS</w:t>
      </w:r>
      <w:r w:rsidR="00562909" w:rsidRPr="00693EE9">
        <w:t xml:space="preserve"> s ohledem na znalosti konkrétních dodávaných výrobků, technologií, postupů a výrobních podmínek Zhotovitele.</w:t>
      </w:r>
      <w:r w:rsidRPr="00693EE9">
        <w:t xml:space="preserve"> </w:t>
      </w:r>
      <w:r w:rsidR="00562909" w:rsidRPr="00693EE9">
        <w:t>Obsah a rozsah RDS je definován přílohou P8 směrnice SŽ SM011, Dokumentace staveb Správy železnic, státní organizace (dále jen „SŽ SM011“),</w:t>
      </w:r>
      <w:r w:rsidRPr="00693EE9">
        <w:t xml:space="preserve"> zejména</w:t>
      </w:r>
      <w:r w:rsidR="00E37E06" w:rsidRPr="00693EE9">
        <w:t> </w:t>
      </w:r>
      <w:r w:rsidRPr="00693EE9">
        <w:t>pro:</w:t>
      </w:r>
    </w:p>
    <w:p w14:paraId="1ACA7F12" w14:textId="1B0C7FB1" w:rsidR="00DF7BAA" w:rsidRPr="00693EE9" w:rsidRDefault="00693EE9" w:rsidP="00103B38">
      <w:pPr>
        <w:pStyle w:val="Odstavec1-1a"/>
        <w:numPr>
          <w:ilvl w:val="0"/>
          <w:numId w:val="7"/>
        </w:numPr>
        <w:spacing w:after="120"/>
      </w:pPr>
      <w:r w:rsidRPr="00693EE9">
        <w:t>Evropský vlakový zabezpečovací systém</w:t>
      </w:r>
    </w:p>
    <w:p w14:paraId="1509BC3D" w14:textId="77777777" w:rsidR="00DF7BAA" w:rsidRDefault="00DF7BAA" w:rsidP="00DF7BAA">
      <w:pPr>
        <w:pStyle w:val="Text2-1"/>
      </w:pPr>
      <w:r>
        <w:t>Za dodání schválené související výkresové dokumentace pro ostatní stavební postupy zodpovídá Zhotovitel stavby v souladu s</w:t>
      </w:r>
      <w:r w:rsidR="00532F79">
        <w:t> </w:t>
      </w:r>
      <w:r w:rsidR="00E37E06">
        <w:t>p</w:t>
      </w:r>
      <w:r w:rsidR="00532F79">
        <w:t>řílohou P8 s</w:t>
      </w:r>
      <w:r>
        <w:t>měrnic</w:t>
      </w:r>
      <w:r w:rsidR="00532F79">
        <w:t>e SŽ SM011</w:t>
      </w:r>
      <w:r>
        <w:t>.</w:t>
      </w:r>
    </w:p>
    <w:p w14:paraId="5F370663" w14:textId="2861B68D" w:rsidR="00F71810" w:rsidRPr="003C7B82" w:rsidRDefault="00F71810" w:rsidP="00F71810">
      <w:pPr>
        <w:pStyle w:val="Text2-1"/>
      </w:pPr>
      <w:bookmarkStart w:id="31" w:name="_Hlk142465949"/>
      <w:r w:rsidRPr="003C7B82">
        <w:t xml:space="preserve">Součástí RDS je také zpracování procesu </w:t>
      </w:r>
      <w:proofErr w:type="spellStart"/>
      <w:r w:rsidRPr="003C7B82">
        <w:t>Trackside</w:t>
      </w:r>
      <w:proofErr w:type="spellEnd"/>
      <w:r w:rsidRPr="003C7B82">
        <w:t xml:space="preserve"> </w:t>
      </w:r>
      <w:proofErr w:type="spellStart"/>
      <w:r w:rsidRPr="003C7B82">
        <w:t>Approval</w:t>
      </w:r>
      <w:proofErr w:type="spellEnd"/>
      <w:r w:rsidRPr="003C7B82">
        <w:t xml:space="preserve">, tj. schválení traťové části ERTMS Agenturou Evropské unie pro železnice (dále jen „ERA“) dle směrnice Evropského parlamentu a Rady (EU) 2016/797, o interoperabilitě železničního systému v Evropské unii, v platném znění. Součástí plnění Zhotovitele je zpracování </w:t>
      </w:r>
      <w:r w:rsidR="003833A8" w:rsidRPr="003C7B82">
        <w:t>položek schvalovacího seznamu</w:t>
      </w:r>
      <w:r w:rsidRPr="003C7B82">
        <w:t xml:space="preserve"> Implementace ERTMS/ETCS, které jsou uvedeny pro Zhotovitele stavby v Příloze </w:t>
      </w:r>
      <w:r w:rsidRPr="003C7B82">
        <w:fldChar w:fldCharType="begin"/>
      </w:r>
      <w:r w:rsidRPr="003C7B82">
        <w:instrText xml:space="preserve"> REF _Ref119066353 \r \h </w:instrText>
      </w:r>
      <w:r w:rsidR="008B60A4" w:rsidRPr="003C7B82">
        <w:instrText xml:space="preserve"> \* MERGEFORMAT </w:instrText>
      </w:r>
      <w:r w:rsidRPr="003C7B82">
        <w:fldChar w:fldCharType="separate"/>
      </w:r>
      <w:r w:rsidR="00537A4F">
        <w:t>7.1.1</w:t>
      </w:r>
      <w:r w:rsidRPr="003C7B82">
        <w:fldChar w:fldCharType="end"/>
      </w:r>
      <w:r w:rsidRPr="003C7B82">
        <w:t xml:space="preserve"> těchto ZTP, získání certifikátů</w:t>
      </w:r>
      <w:r w:rsidR="003833A8" w:rsidRPr="003C7B82">
        <w:t>, které</w:t>
      </w:r>
      <w:r w:rsidRPr="003C7B82">
        <w:t xml:space="preserve"> musí být předány s DSPS.</w:t>
      </w:r>
    </w:p>
    <w:p w14:paraId="707EE3D6" w14:textId="77777777" w:rsidR="00DF7BAA" w:rsidRDefault="00DF7BAA" w:rsidP="00DF7BAA">
      <w:pPr>
        <w:pStyle w:val="Nadpis2-2"/>
      </w:pPr>
      <w:bookmarkStart w:id="32" w:name="_Toc6410440"/>
      <w:bookmarkStart w:id="33" w:name="_Toc153174920"/>
      <w:bookmarkEnd w:id="31"/>
      <w:r>
        <w:t>Dokumentace skutečného provedení stavby</w:t>
      </w:r>
      <w:bookmarkEnd w:id="32"/>
      <w:bookmarkEnd w:id="33"/>
    </w:p>
    <w:p w14:paraId="4EF7723E" w14:textId="77777777" w:rsidR="00B53E41" w:rsidRDefault="00B53E41" w:rsidP="00B53E41">
      <w:pPr>
        <w:pStyle w:val="Text2-1"/>
      </w:pPr>
      <w:r>
        <w:t xml:space="preserve">DSPS bude zpracována dle </w:t>
      </w:r>
      <w:r w:rsidR="00E37E06">
        <w:t>p</w:t>
      </w:r>
      <w:r>
        <w:t>řílohy P9 směrnice SŽ SM011.</w:t>
      </w:r>
    </w:p>
    <w:p w14:paraId="1F65918A" w14:textId="77777777" w:rsidR="00D12C76" w:rsidRPr="00936D2A" w:rsidRDefault="00D12C76" w:rsidP="00D12C76">
      <w:pPr>
        <w:pStyle w:val="Text2-1"/>
      </w:pPr>
      <w:bookmarkStart w:id="34" w:name="_Ref62136016"/>
      <w:bookmarkStart w:id="35" w:name="_Ref62143456"/>
      <w:r w:rsidRPr="007E0E61">
        <w:rPr>
          <w:b/>
        </w:rPr>
        <w:t>ES prohlášení o ověření subsystému:</w:t>
      </w:r>
      <w:bookmarkEnd w:id="34"/>
      <w:bookmarkEnd w:id="35"/>
    </w:p>
    <w:p w14:paraId="168D2444" w14:textId="77777777" w:rsidR="00D12C76" w:rsidRPr="00E85009" w:rsidRDefault="00D12C76" w:rsidP="00D12C76">
      <w:pPr>
        <w:pStyle w:val="Text2-2"/>
      </w:pPr>
      <w:r w:rsidRPr="007E0E61">
        <w:rPr>
          <w:b/>
        </w:rPr>
        <w:t>V případě, že stavba ovlivňuje již certifikovaný systém ERTMS</w:t>
      </w:r>
      <w:r>
        <w:t xml:space="preserve"> (tj. </w:t>
      </w:r>
      <w:r w:rsidRPr="00E85009">
        <w:t xml:space="preserve">ETCS a/nebo GSM-R), </w:t>
      </w:r>
      <w:r w:rsidRPr="007E0E61">
        <w:rPr>
          <w:b/>
        </w:rPr>
        <w:t>musí Zhotovitel v souladu s TSI CCS zajistit buď vydání nového nebo aktualizaci stávajícího ES certifikátu o ověření subsystému nebo zajištění vydání Posouzení změny subsystému notifikovanou osobou</w:t>
      </w:r>
      <w:r w:rsidRPr="00E85009">
        <w:t xml:space="preserve"> jako doplňku stávajícího ES certifikátu o ověření subsystému. </w:t>
      </w:r>
    </w:p>
    <w:p w14:paraId="3FB502F8" w14:textId="77777777" w:rsidR="00D12C76" w:rsidRDefault="00D12C76" w:rsidP="00D12C76">
      <w:pPr>
        <w:pStyle w:val="Text2-2"/>
      </w:pPr>
      <w:r>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14:paraId="1E3FBBC3" w14:textId="77777777" w:rsidR="00D12C76" w:rsidRDefault="00D12C76" w:rsidP="00D12C76">
      <w:pPr>
        <w:pStyle w:val="Text2-2"/>
      </w:pPr>
      <w:r>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14:paraId="0E12EF40" w14:textId="77777777" w:rsidR="00D12C76" w:rsidRDefault="00D12C76" w:rsidP="00D12C76">
      <w:pPr>
        <w:pStyle w:val="Text2-2"/>
      </w:pPr>
      <w:r>
        <w:t xml:space="preserve">Postup s vydáním Posouzení změny subsystému notifikovanou osobou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notifikovanou osobou. </w:t>
      </w:r>
    </w:p>
    <w:p w14:paraId="077121B3" w14:textId="77777777" w:rsidR="00D12C76" w:rsidRDefault="00D12C76" w:rsidP="00D12C76">
      <w:pPr>
        <w:pStyle w:val="Text2-2"/>
      </w:pPr>
      <w:r>
        <w:t>Ve sporných případech, kdy není možno určit, zda lze použít postup s vydáním Posouzení změny subsystému notifikovanou osobou, musí Zhotovitel postupovat podle stanoviska notifikované osoby.</w:t>
      </w:r>
    </w:p>
    <w:p w14:paraId="1A269364" w14:textId="77777777" w:rsidR="00D12C76" w:rsidRPr="009E728E" w:rsidRDefault="00D12C76" w:rsidP="00D12C76">
      <w:pPr>
        <w:pStyle w:val="Text2-2"/>
      </w:pPr>
      <w:r>
        <w:t>Zhotovitel musí rovněž zajistit aktualizaci nebo vydání nového průkazu způsobilosti UTZ.</w:t>
      </w:r>
    </w:p>
    <w:p w14:paraId="72F3D798" w14:textId="588572BB" w:rsidR="00B94742" w:rsidRPr="00197ABE" w:rsidRDefault="00B94742" w:rsidP="00FA17DD">
      <w:pPr>
        <w:pStyle w:val="Text2-1"/>
      </w:pPr>
      <w:r w:rsidRPr="00197ABE">
        <w:lastRenderedPageBreak/>
        <w:t xml:space="preserve">Předání DSPS dle </w:t>
      </w:r>
      <w:r w:rsidR="00090F72" w:rsidRPr="00197ABE">
        <w:t xml:space="preserve">článku </w:t>
      </w:r>
      <w:r w:rsidR="00FA17DD" w:rsidRPr="00197ABE">
        <w:t xml:space="preserve">1.11.5 Kapitoly 1 TKP </w:t>
      </w:r>
      <w:r w:rsidRPr="00197ABE">
        <w:t>proběhne na médiu</w:t>
      </w:r>
      <w:r w:rsidR="00FA17DD" w:rsidRPr="00197ABE">
        <w:t>:</w:t>
      </w:r>
      <w:r w:rsidRPr="00197ABE">
        <w:t xml:space="preserve"> USB </w:t>
      </w:r>
      <w:proofErr w:type="spellStart"/>
      <w:r w:rsidRPr="00197ABE">
        <w:t>flash</w:t>
      </w:r>
      <w:proofErr w:type="spellEnd"/>
      <w:r w:rsidRPr="00197ABE">
        <w:t xml:space="preserve"> disk. </w:t>
      </w:r>
    </w:p>
    <w:p w14:paraId="7428F9C2" w14:textId="77777777" w:rsidR="00DF7BAA" w:rsidRDefault="00DF7BAA" w:rsidP="00DF7BAA">
      <w:pPr>
        <w:pStyle w:val="Nadpis2-2"/>
      </w:pPr>
      <w:bookmarkStart w:id="36" w:name="_Toc6410441"/>
      <w:bookmarkStart w:id="37" w:name="_Toc153174921"/>
      <w:r>
        <w:t>Zabezpečovací zařízení</w:t>
      </w:r>
      <w:bookmarkEnd w:id="36"/>
      <w:bookmarkEnd w:id="37"/>
    </w:p>
    <w:p w14:paraId="63027D90" w14:textId="77777777" w:rsidR="004012C9" w:rsidRDefault="004012C9" w:rsidP="004012C9">
      <w:pPr>
        <w:pStyle w:val="Text2-1"/>
      </w:pPr>
      <w:r>
        <w:t>Součinnost Zhotovitele při přezkoušení zabezpečovacích zařízení</w:t>
      </w:r>
    </w:p>
    <w:p w14:paraId="7197E157" w14:textId="77777777" w:rsidR="004012C9" w:rsidRDefault="004012C9" w:rsidP="004012C9">
      <w:pPr>
        <w:pStyle w:val="Text2-2"/>
      </w:pPr>
      <w:r w:rsidRPr="00F215DC">
        <w:t xml:space="preserve">Povinnosti </w:t>
      </w:r>
      <w:r w:rsidR="00DB52E5">
        <w:t>Z</w:t>
      </w:r>
      <w:r w:rsidRPr="00F215DC">
        <w:t>hotovitele při přezkoušení a uvádění zabezpečovacích zařízení do</w:t>
      </w:r>
      <w:r>
        <w:t> </w:t>
      </w:r>
      <w:r w:rsidRPr="00F215DC">
        <w:t xml:space="preserve">provozu se řídí </w:t>
      </w:r>
      <w:r>
        <w:t>K</w:t>
      </w:r>
      <w:r w:rsidRPr="00F215DC">
        <w:t>apitolou 27 TKP a předpisem SŽDC T200, Předpis pro vyzkoušení a uvádění železničních zabezpečovacích zařízení do provozu.</w:t>
      </w:r>
    </w:p>
    <w:p w14:paraId="6AACB340" w14:textId="77777777" w:rsidR="004012C9" w:rsidRDefault="004012C9" w:rsidP="004012C9">
      <w:pPr>
        <w:pStyle w:val="Text2-2"/>
      </w:pPr>
      <w:r>
        <w:t xml:space="preserve">Zhotovitel je </w:t>
      </w:r>
      <w:r w:rsidRPr="004B2AA1">
        <w:t xml:space="preserve">povinen do </w:t>
      </w:r>
      <w:r>
        <w:t xml:space="preserve">Podrobného </w:t>
      </w:r>
      <w:r w:rsidRPr="004B2AA1">
        <w:t xml:space="preserve">harmonogramu předloženého dle </w:t>
      </w:r>
      <w:r>
        <w:t>odst. 3.6 Obchodních podmínek</w:t>
      </w:r>
      <w:r w:rsidRPr="004B2AA1">
        <w:t xml:space="preserve"> u příslušných PS zapracovat konkrétní časové požadavky (časový rozsah)</w:t>
      </w:r>
      <w:r>
        <w:t xml:space="preserve"> na komplexní vyzkoušení zařízení, kterého se bude účastnit odborná komise.</w:t>
      </w:r>
    </w:p>
    <w:p w14:paraId="7E6586C5" w14:textId="77777777" w:rsidR="004012C9" w:rsidRDefault="004012C9" w:rsidP="004012C9">
      <w:pPr>
        <w:pStyle w:val="Text2-2"/>
      </w:pPr>
      <w:r>
        <w:t>Zhotovitel tyto konkrétní časové požadavky navýší o 20 % na vyhodnocení výsledků funkčních zkoušek provedených Zhotovitelem, popř. provedení vlastních funkčních zkoušek pro ověření kvality, funkčnosti a provozuschopnosti zařízení odbornou komisí.</w:t>
      </w:r>
    </w:p>
    <w:p w14:paraId="17F042AF" w14:textId="77777777" w:rsidR="004012C9" w:rsidRDefault="004012C9" w:rsidP="004012C9">
      <w:pPr>
        <w:pStyle w:val="Text2-2"/>
      </w:pPr>
      <w:r>
        <w:t>Potřebný časový rozsah komplexního vyzkoušení, včetně navýšení časového rozsahu dle předchozího odstavce, musí být zpracován pro každý PS obsahující zabezpečovací zařízení, a tato doba je součástí času potřebného na zhotovení daného PS. Uvažovanou časovou jednotkou je jeden pracovní den o délce jedné směny 8 hodin.</w:t>
      </w:r>
    </w:p>
    <w:p w14:paraId="2C544C78" w14:textId="77777777" w:rsidR="00DF7BAA" w:rsidRDefault="00DF7BAA" w:rsidP="00DF7BAA">
      <w:pPr>
        <w:pStyle w:val="Nadpis2-2"/>
      </w:pPr>
      <w:bookmarkStart w:id="38" w:name="_Toc6410458"/>
      <w:bookmarkStart w:id="39" w:name="_Toc153174922"/>
      <w:r>
        <w:t>Životní prostředí</w:t>
      </w:r>
      <w:bookmarkEnd w:id="39"/>
      <w:r>
        <w:t xml:space="preserve"> </w:t>
      </w:r>
      <w:bookmarkEnd w:id="38"/>
    </w:p>
    <w:p w14:paraId="39065962" w14:textId="77777777" w:rsidR="001860E7" w:rsidRPr="00B61D30" w:rsidRDefault="001860E7" w:rsidP="001860E7">
      <w:pPr>
        <w:pStyle w:val="Text2-1"/>
        <w:rPr>
          <w:rStyle w:val="Tun"/>
        </w:rPr>
      </w:pPr>
      <w:r w:rsidRPr="00B61D30">
        <w:rPr>
          <w:rStyle w:val="Tun"/>
        </w:rPr>
        <w:t xml:space="preserve">Nakládání s odpady </w:t>
      </w:r>
    </w:p>
    <w:p w14:paraId="439FCA83" w14:textId="77777777" w:rsidR="00B61D30" w:rsidRPr="00856573" w:rsidRDefault="00B61D30" w:rsidP="00856573">
      <w:pPr>
        <w:pStyle w:val="Text2-2"/>
      </w:pPr>
      <w:r w:rsidRPr="00856573">
        <w:t xml:space="preserve">Zhotovitel se zavazuje zajistit </w:t>
      </w:r>
      <w:proofErr w:type="spellStart"/>
      <w:r w:rsidRPr="00856573">
        <w:t>převzorkování</w:t>
      </w:r>
      <w:proofErr w:type="spellEnd"/>
      <w:r w:rsidRPr="00856573">
        <w:t xml:space="preserve"> těženého kameniva kolejového lože, výkopových zemin ze stavby a dalších druhotných materiálů, stavebních a demoličních odpadů, kde je v rámci jejich kategorizace vzorkování vyžadováno. Na základě zjištěných hodnot z provedeného vzorkování v Projektové dokumentace a realizace Zhotovitel zabezpečí maximální využití těžených materiálů kolejového lože a výkopových zemin v rámci provádění stavební činnosti (viz směrnice SŽ SM096, Směrnice pro nakládání s odpady). Vzorkování bude probíhat dle Metodického návodu Správy železnic k problematice vzorkování stavebních a demoličních odpadů v rámci přípravy a realizace staveb, který je přílohou B.3 směrnice SŽ SM096, Směrnice pro nakládání s odpady.</w:t>
      </w:r>
    </w:p>
    <w:p w14:paraId="63D897CC" w14:textId="59C9B5E0" w:rsidR="00217951" w:rsidRPr="00ED2516" w:rsidRDefault="009B5181" w:rsidP="008444F1">
      <w:pPr>
        <w:pStyle w:val="Text2-2"/>
        <w:rPr>
          <w:rStyle w:val="Tun"/>
          <w:b w:val="0"/>
        </w:rPr>
      </w:pPr>
      <w:r w:rsidRPr="008444F1">
        <w:rPr>
          <w:b/>
        </w:rPr>
        <w:t>Nad rámec Projektové dokumentace bude Zhotovitel stavební a demoliční odpad (skupina katalogu odpadů č. 17</w:t>
      </w:r>
      <w:r w:rsidRPr="008444F1">
        <w:t xml:space="preserve">) </w:t>
      </w:r>
      <w:r w:rsidRPr="008444F1">
        <w:rPr>
          <w:b/>
        </w:rPr>
        <w:t>v co největší možné míře recyklovat.</w:t>
      </w:r>
      <w:r w:rsidRPr="008444F1">
        <w:t xml:space="preserve"> </w:t>
      </w:r>
      <w:r w:rsidR="003833A8" w:rsidRPr="008444F1">
        <w:t>Vytěžená zemina se recykluje, ale nespadá do procesu výpočtu pro recyklaci stavebního a demoličního odpadu.</w:t>
      </w:r>
      <w:r w:rsidRPr="008444F1">
        <w:t xml:space="preserve"> V rámci Odpadového hospodářství je v Projektové dokumentaci pro daný odpad většinou navržen způsob likvidace odvoz na skládku. </w:t>
      </w:r>
      <w:r w:rsidRPr="008444F1">
        <w:rPr>
          <w:b/>
        </w:rPr>
        <w:t xml:space="preserve">Zhotovitel </w:t>
      </w:r>
      <w:r w:rsidR="00E739C5" w:rsidRPr="008444F1">
        <w:rPr>
          <w:b/>
        </w:rPr>
        <w:t xml:space="preserve">bude se </w:t>
      </w:r>
      <w:r w:rsidRPr="008444F1">
        <w:rPr>
          <w:b/>
        </w:rPr>
        <w:t>stavební</w:t>
      </w:r>
      <w:r w:rsidR="00E739C5" w:rsidRPr="008444F1">
        <w:rPr>
          <w:b/>
        </w:rPr>
        <w:t>m</w:t>
      </w:r>
      <w:r w:rsidRPr="008444F1">
        <w:rPr>
          <w:b/>
        </w:rPr>
        <w:t xml:space="preserve"> a demoliční</w:t>
      </w:r>
      <w:r w:rsidR="00E739C5" w:rsidRPr="008444F1">
        <w:rPr>
          <w:b/>
        </w:rPr>
        <w:t>m</w:t>
      </w:r>
      <w:r w:rsidRPr="008444F1">
        <w:rPr>
          <w:b/>
        </w:rPr>
        <w:t xml:space="preserve"> odpad</w:t>
      </w:r>
      <w:r w:rsidR="00E739C5" w:rsidRPr="008444F1">
        <w:rPr>
          <w:b/>
        </w:rPr>
        <w:t>em</w:t>
      </w:r>
      <w:r w:rsidRPr="008444F1">
        <w:rPr>
          <w:b/>
        </w:rPr>
        <w:t xml:space="preserve"> </w:t>
      </w:r>
      <w:r w:rsidRPr="008444F1">
        <w:rPr>
          <w:i/>
        </w:rPr>
        <w:t xml:space="preserve">(s katalogovými čísly odpadů: 17 01 01 Beton; 17 01 02 Cihly; 17 01 03 Tašky a keramické výrobky; 17 01 07 Směsi nebo oddělené frakce betonu, cihel, tašek a keramických výrobků neuvedené pod číslem 17 01 06; 17 02 01 Dřevo; 17 02 02 Sklo; 17 02 03 Plasty; 17 03 02 Asfaltové směsi neuvedené pod číslem 17 03 01; </w:t>
      </w:r>
      <w:r w:rsidR="003202DC" w:rsidRPr="008444F1">
        <w:rPr>
          <w:i/>
        </w:rPr>
        <w:t xml:space="preserve">17 04 Kovy (včetně jejich slitin; </w:t>
      </w:r>
      <w:r w:rsidRPr="008444F1">
        <w:rPr>
          <w:i/>
        </w:rPr>
        <w:t xml:space="preserve">17 05 04 Zemina a kamení neuvedené pod číslem 17 05 03;  17 05 08 Štěrk ze železničního svršku neuvedený pod číslem 17 05 07; </w:t>
      </w:r>
      <w:r w:rsidR="003202DC" w:rsidRPr="008444F1">
        <w:rPr>
          <w:i/>
        </w:rPr>
        <w:t xml:space="preserve">17 06 04 Izolační materiály neuvedené pod čísly 17 06 01 a 17 06 03; </w:t>
      </w:r>
      <w:r w:rsidRPr="008444F1">
        <w:rPr>
          <w:i/>
        </w:rPr>
        <w:t>17 08 02 Stavební materiály na bázi sádry neuvedené pod číslem 17 08 01; 17 09 04 Směsné stavební a demoliční odpady neuvedené pod čísly 17 09 01, 17 09 02 a 17 09 03)</w:t>
      </w:r>
      <w:r w:rsidRPr="008444F1">
        <w:t xml:space="preserve"> </w:t>
      </w:r>
      <w:r w:rsidRPr="008444F1">
        <w:rPr>
          <w:b/>
        </w:rPr>
        <w:t xml:space="preserve">nakládat jako s odpadem vhodným k dalšímu zpracování, resp. k recyklaci. </w:t>
      </w:r>
      <w:r w:rsidRPr="008444F1">
        <w:t xml:space="preserve">Tento </w:t>
      </w:r>
      <w:r w:rsidRPr="008444F1">
        <w:rPr>
          <w:b/>
        </w:rPr>
        <w:t>stavební a demoliční odpad, považovaný za vhodný k recyklaci nebude odvážen na skládky odpadu</w:t>
      </w:r>
      <w:r w:rsidRPr="008444F1">
        <w:t>, nýbrž v</w:t>
      </w:r>
      <w:r w:rsidR="00537A4F">
        <w:t> </w:t>
      </w:r>
      <w:r w:rsidRPr="008444F1">
        <w:t>případě</w:t>
      </w:r>
      <w:r w:rsidR="00537A4F">
        <w:t>,</w:t>
      </w:r>
      <w:r w:rsidRPr="008444F1">
        <w:t xml:space="preserve"> kdy nedojde k jeho přípravě k opětovnému použití a jeho následného využití Zhotovitelem, bude předáván k dalšímu zpracování </w:t>
      </w:r>
      <w:r w:rsidRPr="008444F1">
        <w:lastRenderedPageBreak/>
        <w:t>na nejbližší k tomu určená recyklační místa/centra</w:t>
      </w:r>
      <w:r w:rsidR="00CA71A9">
        <w:t xml:space="preserve">. </w:t>
      </w:r>
      <w:r w:rsidR="00CA71A9">
        <w:rPr>
          <w:rStyle w:val="Tun"/>
          <w:b w:val="0"/>
        </w:rPr>
        <w:t xml:space="preserve">Rozhodnutí o zřízení místní </w:t>
      </w:r>
      <w:proofErr w:type="spellStart"/>
      <w:r w:rsidR="00CA71A9">
        <w:rPr>
          <w:rStyle w:val="Tun"/>
          <w:b w:val="0"/>
        </w:rPr>
        <w:t>recykl</w:t>
      </w:r>
      <w:proofErr w:type="spellEnd"/>
      <w:r w:rsidR="00CA71A9">
        <w:rPr>
          <w:rStyle w:val="Tun"/>
          <w:b w:val="0"/>
        </w:rPr>
        <w:t xml:space="preserve">. zákl. nebo o odvozu na </w:t>
      </w:r>
      <w:proofErr w:type="spellStart"/>
      <w:r w:rsidR="00CA71A9">
        <w:rPr>
          <w:rStyle w:val="Tun"/>
          <w:b w:val="0"/>
        </w:rPr>
        <w:t>recykl</w:t>
      </w:r>
      <w:proofErr w:type="spellEnd"/>
      <w:r w:rsidR="00CA71A9">
        <w:rPr>
          <w:rStyle w:val="Tun"/>
          <w:b w:val="0"/>
        </w:rPr>
        <w:t>. místa/centra bude vždy provedeno na základě ekonomické efektivnosti a bude odsouhlaseno Objednatelem</w:t>
      </w:r>
      <w:r w:rsidRPr="008444F1">
        <w:t xml:space="preserve">. Přehled recyklačních center v rámci České republiky je uveden např. na webových stránkách </w:t>
      </w:r>
      <w:hyperlink r:id="rId11" w:history="1">
        <w:r w:rsidR="009C016F" w:rsidRPr="008444F1">
          <w:rPr>
            <w:rStyle w:val="Hypertextovodkaz"/>
          </w:rPr>
          <w:t>https://www.betonserver.cz/skladky-suti-recyklace/recyklacni-centra</w:t>
        </w:r>
      </w:hyperlink>
      <w:r w:rsidR="009C016F" w:rsidRPr="008444F1">
        <w:t xml:space="preserve">. </w:t>
      </w:r>
    </w:p>
    <w:p w14:paraId="0D073B46" w14:textId="77777777" w:rsidR="001860E7" w:rsidRPr="00217951" w:rsidRDefault="001860E7" w:rsidP="001860E7">
      <w:pPr>
        <w:pStyle w:val="Text2-2"/>
      </w:pPr>
      <w:r w:rsidRPr="00217951">
        <w:rPr>
          <w:rStyle w:val="Tun"/>
        </w:rPr>
        <w:t>Zhotovitel stavby si zajistí rozsah skládek</w:t>
      </w:r>
      <w:r w:rsidR="00217951" w:rsidRPr="00217951">
        <w:rPr>
          <w:rStyle w:val="Tun"/>
        </w:rPr>
        <w:t>, resp</w:t>
      </w:r>
      <w:r w:rsidR="00D271D7">
        <w:rPr>
          <w:rStyle w:val="Tun"/>
        </w:rPr>
        <w:t>.</w:t>
      </w:r>
      <w:r w:rsidR="00217951" w:rsidRPr="00217951">
        <w:rPr>
          <w:rStyle w:val="Tun"/>
        </w:rPr>
        <w:t xml:space="preserve"> recyklačních </w:t>
      </w:r>
      <w:r w:rsidR="00D271D7">
        <w:rPr>
          <w:rStyle w:val="Tun"/>
        </w:rPr>
        <w:t xml:space="preserve">míst/center </w:t>
      </w:r>
      <w:r w:rsidRPr="00217951">
        <w:rPr>
          <w:rStyle w:val="Tun"/>
        </w:rPr>
        <w:t>sám, a to dle celkového množství a kategorie odpadů a</w:t>
      </w:r>
      <w:r w:rsidR="002370B0">
        <w:rPr>
          <w:rStyle w:val="Tun"/>
        </w:rPr>
        <w:t> </w:t>
      </w:r>
      <w:r w:rsidRPr="00217951">
        <w:rPr>
          <w:rStyle w:val="Tun"/>
        </w:rPr>
        <w:t>tuto cenu si včetně rizika zohlední v nabídkové ceně položky.</w:t>
      </w:r>
      <w:r w:rsidRPr="00217951">
        <w:t xml:space="preserve">   </w:t>
      </w:r>
    </w:p>
    <w:p w14:paraId="69799364" w14:textId="77777777" w:rsidR="001860E7" w:rsidRPr="00217951" w:rsidRDefault="001860E7" w:rsidP="001860E7">
      <w:pPr>
        <w:pStyle w:val="Text2-2"/>
      </w:pPr>
      <w:r w:rsidRPr="00217951">
        <w:rPr>
          <w:rStyle w:val="Tun"/>
        </w:rPr>
        <w:t>Polohy a vzdálenosti skládek</w:t>
      </w:r>
      <w:r w:rsidR="00234E1A">
        <w:rPr>
          <w:rStyle w:val="Tun"/>
        </w:rPr>
        <w:t>, resp</w:t>
      </w:r>
      <w:r w:rsidR="00D271D7">
        <w:rPr>
          <w:rStyle w:val="Tun"/>
        </w:rPr>
        <w:t>.</w:t>
      </w:r>
      <w:r w:rsidR="00234E1A">
        <w:rPr>
          <w:rStyle w:val="Tun"/>
        </w:rPr>
        <w:t xml:space="preserve"> recyklačních </w:t>
      </w:r>
      <w:r w:rsidR="00D271D7">
        <w:rPr>
          <w:rStyle w:val="Tun"/>
        </w:rPr>
        <w:t>míst/center</w:t>
      </w:r>
      <w:r w:rsidRPr="00217951">
        <w:rPr>
          <w:rStyle w:val="Tun"/>
        </w:rPr>
        <w:t xml:space="preserve"> pro</w:t>
      </w:r>
      <w:r w:rsidR="00D173CC">
        <w:rPr>
          <w:rStyle w:val="Tun"/>
        </w:rPr>
        <w:t> </w:t>
      </w:r>
      <w:r w:rsidRPr="00217951">
        <w:rPr>
          <w:rStyle w:val="Tun"/>
        </w:rPr>
        <w:t>likvidaci</w:t>
      </w:r>
      <w:r w:rsidR="00234E1A">
        <w:rPr>
          <w:rStyle w:val="Tun"/>
        </w:rPr>
        <w:t>, resp</w:t>
      </w:r>
      <w:r w:rsidR="00D271D7">
        <w:rPr>
          <w:rStyle w:val="Tun"/>
        </w:rPr>
        <w:t xml:space="preserve">. </w:t>
      </w:r>
      <w:r w:rsidR="00234E1A">
        <w:rPr>
          <w:rStyle w:val="Tun"/>
        </w:rPr>
        <w:t>recyklaci</w:t>
      </w:r>
      <w:r w:rsidRPr="00217951">
        <w:rPr>
          <w:rStyle w:val="Tun"/>
        </w:rPr>
        <w:t xml:space="preserve"> odpadů uvedené v Projektové dokumentaci jsou pouze informativní a slouží pro interní potřeby Objednatele a</w:t>
      </w:r>
      <w:r w:rsidR="00D271D7">
        <w:rPr>
          <w:rStyle w:val="Tun"/>
        </w:rPr>
        <w:t> </w:t>
      </w:r>
      <w:r w:rsidRPr="00217951">
        <w:rPr>
          <w:rStyle w:val="Tun"/>
        </w:rPr>
        <w:t>stavebního řízení. Umístění skládek</w:t>
      </w:r>
      <w:r w:rsidR="00234E1A">
        <w:rPr>
          <w:rStyle w:val="Tun"/>
        </w:rPr>
        <w:t>, resp</w:t>
      </w:r>
      <w:r w:rsidR="00D271D7">
        <w:rPr>
          <w:rStyle w:val="Tun"/>
        </w:rPr>
        <w:t>.</w:t>
      </w:r>
      <w:r w:rsidR="00234E1A">
        <w:rPr>
          <w:rStyle w:val="Tun"/>
        </w:rPr>
        <w:t xml:space="preserve"> recyklačních </w:t>
      </w:r>
      <w:r w:rsidR="00D271D7">
        <w:rPr>
          <w:rStyle w:val="Tun"/>
        </w:rPr>
        <w:t>míst/center</w:t>
      </w:r>
      <w:r w:rsidRPr="00217951">
        <w:rPr>
          <w:rStyle w:val="Tun"/>
        </w:rPr>
        <w:t xml:space="preserve"> není podkladem pro výběrové řízení na</w:t>
      </w:r>
      <w:r w:rsidR="00234E1A">
        <w:rPr>
          <w:rStyle w:val="Tun"/>
        </w:rPr>
        <w:t> </w:t>
      </w:r>
      <w:r w:rsidRPr="00217951">
        <w:rPr>
          <w:rStyle w:val="Tun"/>
        </w:rPr>
        <w:t>zhotovitele stavby, má tedy pouze informativní charakter.</w:t>
      </w:r>
      <w:r w:rsidRPr="00217951">
        <w:t xml:space="preserve"> </w:t>
      </w:r>
    </w:p>
    <w:p w14:paraId="078ED3F9" w14:textId="77777777" w:rsidR="00DF7BAA" w:rsidRDefault="00DF7BAA" w:rsidP="00DF7BAA">
      <w:pPr>
        <w:pStyle w:val="Nadpis2-1"/>
      </w:pPr>
      <w:bookmarkStart w:id="40" w:name="_Toc6410460"/>
      <w:bookmarkStart w:id="41" w:name="_Toc153174923"/>
      <w:r w:rsidRPr="00EC2E51">
        <w:t>ORGANIZACE</w:t>
      </w:r>
      <w:r>
        <w:t xml:space="preserve"> VÝSTAVBY, VÝLUKY</w:t>
      </w:r>
      <w:bookmarkEnd w:id="40"/>
      <w:bookmarkEnd w:id="41"/>
    </w:p>
    <w:p w14:paraId="473C07DF" w14:textId="778BB313" w:rsidR="00BC5413" w:rsidRPr="001D3EF4" w:rsidRDefault="00DF7BAA" w:rsidP="00DF7BAA">
      <w:pPr>
        <w:pStyle w:val="Text2-1"/>
      </w:pPr>
      <w:r w:rsidRPr="001D3EF4">
        <w:t>Rozhodující milníky doporučeného časového harmonogramu: Při zpracování harmonogramu je nutné vycházet z jednotlivých stavebních postupů uvedených v ZOV a</w:t>
      </w:r>
      <w:r w:rsidR="00BC5413" w:rsidRPr="001D3EF4">
        <w:t> </w:t>
      </w:r>
      <w:r w:rsidRPr="001D3EF4">
        <w:t>dodržet množství a délku předjednaných výluk</w:t>
      </w:r>
      <w:r w:rsidR="003C7B82" w:rsidRPr="001D3EF4">
        <w:t>.</w:t>
      </w:r>
      <w:r w:rsidRPr="001D3EF4">
        <w:t xml:space="preserve"> </w:t>
      </w:r>
    </w:p>
    <w:p w14:paraId="01C0AC52" w14:textId="77777777" w:rsidR="00DF7BAA" w:rsidRDefault="00DF7BAA" w:rsidP="00DF7BAA">
      <w:pPr>
        <w:pStyle w:val="Nadpis2-1"/>
      </w:pPr>
      <w:bookmarkStart w:id="42" w:name="_Toc6410461"/>
      <w:bookmarkStart w:id="43" w:name="_Toc153174924"/>
      <w:r w:rsidRPr="00EC2E51">
        <w:t>SOUVISEJÍCÍ</w:t>
      </w:r>
      <w:r>
        <w:t xml:space="preserve"> DOKUMENTY A PŘEDPISY</w:t>
      </w:r>
      <w:bookmarkEnd w:id="42"/>
      <w:bookmarkEnd w:id="43"/>
    </w:p>
    <w:p w14:paraId="579F66D5" w14:textId="77777777" w:rsidR="009C4EEA" w:rsidRPr="007D016E" w:rsidRDefault="009C4EEA" w:rsidP="009C4EEA">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1938D732" w14:textId="77777777" w:rsidR="00024EF0" w:rsidRDefault="00024EF0" w:rsidP="00024EF0">
      <w:pPr>
        <w:pStyle w:val="Text2-1"/>
      </w:pPr>
      <w:r w:rsidRPr="007D016E">
        <w:t>Objednatel umožňuje Zhotoviteli přístup ke</w:t>
      </w:r>
      <w:r>
        <w:t xml:space="preserve"> svým vnitřním dokumentům a předpisům a typové dokumentaci na webových stránkách: </w:t>
      </w:r>
    </w:p>
    <w:p w14:paraId="34A44D2A" w14:textId="77777777" w:rsidR="00024EF0" w:rsidRDefault="00024EF0" w:rsidP="00024EF0">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predpisy</w:t>
      </w:r>
      <w:proofErr w:type="spellEnd"/>
      <w:r w:rsidRPr="009B5292">
        <w:rPr>
          <w:spacing w:val="2"/>
        </w:rPr>
        <w:t>)</w:t>
      </w:r>
      <w:r w:rsidRPr="00362D1E">
        <w:t xml:space="preserve"> a </w:t>
      </w:r>
      <w:r w:rsidRPr="009B5292">
        <w:rPr>
          <w:b/>
        </w:rPr>
        <w:t>https://typdok.tudc.cz/ v sekci „archiv TD“</w:t>
      </w:r>
      <w:r w:rsidRPr="00362D1E">
        <w:t>.</w:t>
      </w:r>
    </w:p>
    <w:p w14:paraId="1E312059" w14:textId="77777777"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5DB2B2DF" w14:textId="77777777" w:rsidR="009C4EEA" w:rsidRPr="00E85446" w:rsidRDefault="009C4EEA" w:rsidP="009C4EEA">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2B850C39" w14:textId="76A904F7" w:rsidR="009C4EEA" w:rsidRPr="00E85446" w:rsidRDefault="009C4EEA" w:rsidP="009C4EEA">
      <w:pPr>
        <w:pStyle w:val="Textbezslovn"/>
        <w:keepNext/>
        <w:spacing w:after="0"/>
        <w:rPr>
          <w:rStyle w:val="Tun"/>
        </w:rPr>
      </w:pPr>
      <w:r>
        <w:rPr>
          <w:rStyle w:val="Tun"/>
        </w:rPr>
        <w:t>Centrum te</w:t>
      </w:r>
      <w:r w:rsidR="00525759">
        <w:rPr>
          <w:rStyle w:val="Tun"/>
        </w:rPr>
        <w:t>chniky</w:t>
      </w:r>
      <w:r>
        <w:rPr>
          <w:rStyle w:val="Tun"/>
        </w:rPr>
        <w:t xml:space="preserve"> a diagnostiky</w:t>
      </w:r>
      <w:r w:rsidRPr="00E85446">
        <w:rPr>
          <w:rStyle w:val="Tun"/>
        </w:rPr>
        <w:t xml:space="preserve"> </w:t>
      </w:r>
    </w:p>
    <w:p w14:paraId="2A32C02C" w14:textId="77777777" w:rsidR="009C4EEA" w:rsidRPr="007D7A4E" w:rsidRDefault="00B44CC6" w:rsidP="009C4EEA">
      <w:pPr>
        <w:pStyle w:val="Textbezslovn"/>
        <w:keepNext/>
        <w:spacing w:after="0"/>
        <w:rPr>
          <w:b/>
        </w:rPr>
      </w:pPr>
      <w:r>
        <w:rPr>
          <w:rStyle w:val="Tun"/>
        </w:rPr>
        <w:t>Odbor servisních služeb</w:t>
      </w:r>
      <w:r w:rsidR="00F331C1">
        <w:rPr>
          <w:rStyle w:val="Tun"/>
        </w:rPr>
        <w:t>, OHČ</w:t>
      </w:r>
    </w:p>
    <w:p w14:paraId="78032D2D" w14:textId="77777777" w:rsidR="009C4EEA" w:rsidRPr="007D016E" w:rsidRDefault="009C4EEA" w:rsidP="009C4EEA">
      <w:pPr>
        <w:pStyle w:val="Textbezslovn"/>
        <w:keepNext/>
        <w:spacing w:after="0"/>
      </w:pPr>
      <w:r>
        <w:t>Jeremenkova 103/23</w:t>
      </w:r>
    </w:p>
    <w:p w14:paraId="2CE90558" w14:textId="77777777" w:rsidR="009C4EEA" w:rsidRDefault="009C4EEA" w:rsidP="009C4EEA">
      <w:pPr>
        <w:pStyle w:val="Textbezslovn"/>
      </w:pPr>
      <w:r w:rsidRPr="007D016E">
        <w:t>77</w:t>
      </w:r>
      <w:r>
        <w:t>9 00</w:t>
      </w:r>
      <w:r w:rsidRPr="007D016E">
        <w:t xml:space="preserve"> </w:t>
      </w:r>
      <w:r w:rsidRPr="00BA22D4">
        <w:t>Olomouc</w:t>
      </w:r>
    </w:p>
    <w:p w14:paraId="027ECD53" w14:textId="77777777" w:rsidR="009C4EEA" w:rsidRDefault="009C4EEA" w:rsidP="009C4EEA">
      <w:pPr>
        <w:pStyle w:val="Textbezslovn"/>
      </w:pPr>
      <w:r>
        <w:t xml:space="preserve">nebo </w:t>
      </w:r>
      <w:r w:rsidRPr="007D016E">
        <w:t>e-</w:t>
      </w:r>
      <w:r w:rsidRPr="00BA22D4">
        <w:t>mail</w:t>
      </w:r>
      <w:r w:rsidRPr="007D016E">
        <w:t xml:space="preserve">: </w:t>
      </w:r>
      <w:r w:rsidRPr="003846BE">
        <w:rPr>
          <w:rStyle w:val="Tun"/>
        </w:rPr>
        <w:t>typdok@</w:t>
      </w:r>
      <w:r w:rsidR="00A535EA">
        <w:rPr>
          <w:rStyle w:val="Tun"/>
        </w:rPr>
        <w:t>spravazeleznic</w:t>
      </w:r>
      <w:r w:rsidRPr="003846BE">
        <w:rPr>
          <w:rStyle w:val="Tun"/>
        </w:rPr>
        <w:t>.cz</w:t>
      </w:r>
    </w:p>
    <w:p w14:paraId="5597A026" w14:textId="77777777"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34E7B816" w14:textId="77777777" w:rsidR="009C4EEA" w:rsidRDefault="009C4EEA" w:rsidP="009C4EEA">
      <w:pPr>
        <w:pStyle w:val="Textbezslovn"/>
      </w:pPr>
      <w:r>
        <w:t xml:space="preserve">Ceníky: </w:t>
      </w:r>
      <w:r w:rsidRPr="00E64846">
        <w:t>https://typdok.tudc.cz/</w:t>
      </w:r>
    </w:p>
    <w:p w14:paraId="388DEC26" w14:textId="77777777" w:rsidR="00DF7BAA" w:rsidRDefault="00DF7BAA" w:rsidP="00DF7BAA">
      <w:pPr>
        <w:pStyle w:val="Nadpis2-1"/>
      </w:pPr>
      <w:bookmarkStart w:id="44" w:name="_Toc6410462"/>
      <w:bookmarkStart w:id="45" w:name="_Toc153174925"/>
      <w:r>
        <w:t>PŘÍLOHY</w:t>
      </w:r>
      <w:bookmarkEnd w:id="44"/>
      <w:bookmarkEnd w:id="45"/>
    </w:p>
    <w:p w14:paraId="2C305780" w14:textId="04180097" w:rsidR="00F01B21" w:rsidRPr="00F01B21" w:rsidRDefault="003833A8" w:rsidP="005718AE">
      <w:pPr>
        <w:pStyle w:val="Text2-1"/>
      </w:pPr>
      <w:bookmarkStart w:id="46" w:name="_Ref119066353"/>
      <w:r w:rsidRPr="001D3EF4">
        <w:t>Seznam požadavků Implementace ERTMS – Položky TA</w:t>
      </w:r>
      <w:bookmarkEnd w:id="46"/>
    </w:p>
    <w:bookmarkEnd w:id="4"/>
    <w:bookmarkEnd w:id="5"/>
    <w:bookmarkEnd w:id="6"/>
    <w:bookmarkEnd w:id="7"/>
    <w:bookmarkEnd w:id="8"/>
    <w:p w14:paraId="55999BEC" w14:textId="77777777" w:rsidR="002B6B58" w:rsidRDefault="002B6B58" w:rsidP="00264D52">
      <w:pPr>
        <w:pStyle w:val="Textbezodsazen"/>
      </w:pPr>
    </w:p>
    <w:sectPr w:rsidR="002B6B58" w:rsidSect="00EA69AC">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E237EF9" w16cex:dateUtc="2023-11-21T07:0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155B81" w14:textId="77777777" w:rsidR="004F5CFE" w:rsidRDefault="004F5CFE" w:rsidP="00962258">
      <w:pPr>
        <w:spacing w:after="0" w:line="240" w:lineRule="auto"/>
      </w:pPr>
      <w:r>
        <w:separator/>
      </w:r>
    </w:p>
  </w:endnote>
  <w:endnote w:type="continuationSeparator" w:id="0">
    <w:p w14:paraId="5984E4BB" w14:textId="77777777" w:rsidR="004F5CFE" w:rsidRDefault="004F5CF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3E2007" w:rsidRPr="003462EB" w14:paraId="47DCC9AF" w14:textId="77777777" w:rsidTr="00614E71">
      <w:tc>
        <w:tcPr>
          <w:tcW w:w="993" w:type="dxa"/>
          <w:tcMar>
            <w:left w:w="0" w:type="dxa"/>
            <w:right w:w="0" w:type="dxa"/>
          </w:tcMar>
          <w:vAlign w:val="bottom"/>
        </w:tcPr>
        <w:p w14:paraId="25146D4D" w14:textId="3EEC3C6B" w:rsidR="003E2007" w:rsidRPr="00B8518B" w:rsidRDefault="003E2007"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227B2">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227B2">
            <w:rPr>
              <w:rStyle w:val="slostrnky"/>
              <w:noProof/>
            </w:rPr>
            <w:t>7</w:t>
          </w:r>
          <w:r w:rsidRPr="00B8518B">
            <w:rPr>
              <w:rStyle w:val="slostrnky"/>
            </w:rPr>
            <w:fldChar w:fldCharType="end"/>
          </w:r>
        </w:p>
      </w:tc>
      <w:tc>
        <w:tcPr>
          <w:tcW w:w="7739" w:type="dxa"/>
          <w:vAlign w:val="bottom"/>
        </w:tcPr>
        <w:p w14:paraId="1BB1D986" w14:textId="557AF93F" w:rsidR="003E2007" w:rsidRDefault="004F5CFE" w:rsidP="003462EB">
          <w:pPr>
            <w:pStyle w:val="Zpatvlevo"/>
          </w:pPr>
          <w:fldSimple w:instr=" STYLEREF  _Název_akce  \* MERGEFORMAT ">
            <w:r w:rsidR="00261102">
              <w:rPr>
                <w:noProof/>
              </w:rPr>
              <w:t>Implementace ETCS Regional Chrudim - Borohrádek</w:t>
            </w:r>
            <w:r w:rsidR="00261102">
              <w:rPr>
                <w:noProof/>
              </w:rPr>
              <w:cr/>
            </w:r>
          </w:fldSimple>
          <w:r w:rsidR="003E2007">
            <w:t>Příloha č. 2 c)</w:t>
          </w:r>
          <w:r w:rsidR="003E2007" w:rsidRPr="003462EB">
            <w:t xml:space="preserve"> </w:t>
          </w:r>
        </w:p>
        <w:p w14:paraId="10F2A626" w14:textId="77777777" w:rsidR="003E2007" w:rsidRPr="003462EB" w:rsidRDefault="003E2007" w:rsidP="00DF7BAA">
          <w:pPr>
            <w:pStyle w:val="Zpatvlevo"/>
          </w:pPr>
          <w:r>
            <w:t>Zvláštní</w:t>
          </w:r>
          <w:r w:rsidRPr="003462EB">
            <w:t xml:space="preserve"> technické </w:t>
          </w:r>
          <w:proofErr w:type="gramStart"/>
          <w:r w:rsidRPr="003462EB">
            <w:t>podmínky</w:t>
          </w:r>
          <w:r>
            <w:t xml:space="preserve"> - Zhotovení</w:t>
          </w:r>
          <w:proofErr w:type="gramEnd"/>
          <w:r>
            <w:t xml:space="preserve"> stavby </w:t>
          </w:r>
        </w:p>
      </w:tc>
    </w:tr>
  </w:tbl>
  <w:p w14:paraId="7C321C28" w14:textId="77777777" w:rsidR="003E2007" w:rsidRPr="00614E71" w:rsidRDefault="003E2007">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3E2007" w:rsidRPr="009E09BE" w14:paraId="47AF7876" w14:textId="77777777" w:rsidTr="00614E71">
      <w:tc>
        <w:tcPr>
          <w:tcW w:w="7797" w:type="dxa"/>
          <w:tcMar>
            <w:left w:w="0" w:type="dxa"/>
            <w:right w:w="0" w:type="dxa"/>
          </w:tcMar>
          <w:vAlign w:val="bottom"/>
        </w:tcPr>
        <w:p w14:paraId="2806A8A3" w14:textId="72C4F007" w:rsidR="003E2007" w:rsidRDefault="004F5CFE" w:rsidP="003B111D">
          <w:pPr>
            <w:pStyle w:val="Zpatvpravo"/>
          </w:pPr>
          <w:fldSimple w:instr=" STYLEREF  _Název_akce  \* MERGEFORMAT ">
            <w:r w:rsidR="00261102">
              <w:rPr>
                <w:noProof/>
              </w:rPr>
              <w:t>Implementace ETCS Regional Chrudim - Borohrádek</w:t>
            </w:r>
            <w:r w:rsidR="00261102">
              <w:rPr>
                <w:noProof/>
              </w:rPr>
              <w:cr/>
            </w:r>
          </w:fldSimple>
          <w:r w:rsidR="003E2007">
            <w:t>Příloha č. 2 c)</w:t>
          </w:r>
        </w:p>
        <w:p w14:paraId="22802FD0" w14:textId="77777777" w:rsidR="003E2007" w:rsidRPr="003462EB" w:rsidRDefault="003E2007" w:rsidP="00DF7BAA">
          <w:pPr>
            <w:pStyle w:val="Zpatvpravo"/>
            <w:rPr>
              <w:rStyle w:val="slostrnky"/>
              <w:b w:val="0"/>
              <w:color w:val="auto"/>
              <w:sz w:val="12"/>
            </w:rPr>
          </w:pPr>
          <w:r>
            <w:t>Zvláštní</w:t>
          </w:r>
          <w:r w:rsidRPr="003462EB">
            <w:t xml:space="preserve"> technické </w:t>
          </w:r>
          <w:proofErr w:type="gramStart"/>
          <w:r w:rsidRPr="003462EB">
            <w:t>podmínky</w:t>
          </w:r>
          <w:r>
            <w:t xml:space="preserve"> - Zhotovení</w:t>
          </w:r>
          <w:proofErr w:type="gramEnd"/>
          <w:r>
            <w:t xml:space="preserve"> stavby</w:t>
          </w:r>
        </w:p>
      </w:tc>
      <w:tc>
        <w:tcPr>
          <w:tcW w:w="935" w:type="dxa"/>
          <w:vAlign w:val="bottom"/>
        </w:tcPr>
        <w:p w14:paraId="2AB6F3B0" w14:textId="79E9B142" w:rsidR="003E2007" w:rsidRPr="009E09BE" w:rsidRDefault="003E2007"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1227B2">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227B2">
            <w:rPr>
              <w:rStyle w:val="slostrnky"/>
              <w:noProof/>
            </w:rPr>
            <w:t>7</w:t>
          </w:r>
          <w:r w:rsidRPr="00B8518B">
            <w:rPr>
              <w:rStyle w:val="slostrnky"/>
            </w:rPr>
            <w:fldChar w:fldCharType="end"/>
          </w:r>
        </w:p>
      </w:tc>
    </w:tr>
  </w:tbl>
  <w:p w14:paraId="31AD1252" w14:textId="77777777" w:rsidR="003E2007" w:rsidRPr="00B8518B" w:rsidRDefault="003E2007"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345ABE" w14:textId="77777777" w:rsidR="003E2007" w:rsidRPr="00B8518B" w:rsidRDefault="003E2007" w:rsidP="00460660">
    <w:pPr>
      <w:pStyle w:val="Zpat"/>
      <w:rPr>
        <w:sz w:val="2"/>
        <w:szCs w:val="2"/>
      </w:rPr>
    </w:pPr>
  </w:p>
  <w:p w14:paraId="5A89E158" w14:textId="77777777" w:rsidR="003E2007" w:rsidRDefault="003E2007" w:rsidP="00757290">
    <w:pPr>
      <w:pStyle w:val="Zpatvlevo"/>
      <w:rPr>
        <w:rFonts w:cs="Calibri"/>
        <w:szCs w:val="12"/>
      </w:rPr>
    </w:pPr>
  </w:p>
  <w:p w14:paraId="7696E141" w14:textId="77777777" w:rsidR="003E2007" w:rsidRPr="00460660" w:rsidRDefault="003E2007">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7F4EA2" w14:textId="77777777" w:rsidR="004F5CFE" w:rsidRDefault="004F5CFE" w:rsidP="00962258">
      <w:pPr>
        <w:spacing w:after="0" w:line="240" w:lineRule="auto"/>
      </w:pPr>
      <w:r>
        <w:separator/>
      </w:r>
    </w:p>
  </w:footnote>
  <w:footnote w:type="continuationSeparator" w:id="0">
    <w:p w14:paraId="39840645" w14:textId="77777777" w:rsidR="004F5CFE" w:rsidRDefault="004F5CF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E2007" w14:paraId="61FBFA88" w14:textId="77777777" w:rsidTr="00B22106">
      <w:trPr>
        <w:trHeight w:hRule="exact" w:val="936"/>
      </w:trPr>
      <w:tc>
        <w:tcPr>
          <w:tcW w:w="1361" w:type="dxa"/>
          <w:tcMar>
            <w:left w:w="0" w:type="dxa"/>
            <w:right w:w="0" w:type="dxa"/>
          </w:tcMar>
        </w:tcPr>
        <w:p w14:paraId="632470FA" w14:textId="77777777" w:rsidR="003E2007" w:rsidRPr="00B8518B" w:rsidRDefault="003E2007" w:rsidP="00FC6389">
          <w:pPr>
            <w:pStyle w:val="Zpat"/>
            <w:rPr>
              <w:rStyle w:val="slostrnky"/>
            </w:rPr>
          </w:pPr>
        </w:p>
      </w:tc>
      <w:tc>
        <w:tcPr>
          <w:tcW w:w="3458" w:type="dxa"/>
          <w:shd w:val="clear" w:color="auto" w:fill="auto"/>
          <w:tcMar>
            <w:left w:w="0" w:type="dxa"/>
            <w:right w:w="0" w:type="dxa"/>
          </w:tcMar>
        </w:tcPr>
        <w:p w14:paraId="080F2035" w14:textId="77777777" w:rsidR="003E2007" w:rsidRDefault="003E2007" w:rsidP="00FC6389">
          <w:pPr>
            <w:pStyle w:val="Zpat"/>
          </w:pPr>
          <w:r>
            <w:rPr>
              <w:noProof/>
              <w:lang w:eastAsia="cs-CZ"/>
            </w:rPr>
            <w:drawing>
              <wp:anchor distT="0" distB="0" distL="114300" distR="114300" simplePos="0" relativeHeight="251674624" behindDoc="0" locked="1" layoutInCell="1" allowOverlap="1" wp14:anchorId="0F4B4D18" wp14:editId="56D949D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7534E9F" w14:textId="77777777" w:rsidR="003E2007" w:rsidRPr="00D6163D" w:rsidRDefault="003E2007" w:rsidP="00FC6389">
          <w:pPr>
            <w:pStyle w:val="Druhdokumentu"/>
          </w:pPr>
        </w:p>
      </w:tc>
    </w:tr>
    <w:tr w:rsidR="003E2007" w14:paraId="12C069C7" w14:textId="77777777" w:rsidTr="00B22106">
      <w:trPr>
        <w:trHeight w:hRule="exact" w:val="936"/>
      </w:trPr>
      <w:tc>
        <w:tcPr>
          <w:tcW w:w="1361" w:type="dxa"/>
          <w:tcMar>
            <w:left w:w="0" w:type="dxa"/>
            <w:right w:w="0" w:type="dxa"/>
          </w:tcMar>
        </w:tcPr>
        <w:p w14:paraId="1AC72C45" w14:textId="77777777" w:rsidR="003E2007" w:rsidRPr="00B8518B" w:rsidRDefault="003E2007" w:rsidP="00FC6389">
          <w:pPr>
            <w:pStyle w:val="Zpat"/>
            <w:rPr>
              <w:rStyle w:val="slostrnky"/>
            </w:rPr>
          </w:pPr>
        </w:p>
      </w:tc>
      <w:tc>
        <w:tcPr>
          <w:tcW w:w="3458" w:type="dxa"/>
          <w:shd w:val="clear" w:color="auto" w:fill="auto"/>
          <w:tcMar>
            <w:left w:w="0" w:type="dxa"/>
            <w:right w:w="0" w:type="dxa"/>
          </w:tcMar>
        </w:tcPr>
        <w:p w14:paraId="65FA0604" w14:textId="77777777" w:rsidR="003E2007" w:rsidRDefault="003E2007" w:rsidP="00FC6389">
          <w:pPr>
            <w:pStyle w:val="Zpat"/>
          </w:pPr>
        </w:p>
      </w:tc>
      <w:tc>
        <w:tcPr>
          <w:tcW w:w="5756" w:type="dxa"/>
          <w:shd w:val="clear" w:color="auto" w:fill="auto"/>
          <w:tcMar>
            <w:left w:w="0" w:type="dxa"/>
            <w:right w:w="0" w:type="dxa"/>
          </w:tcMar>
        </w:tcPr>
        <w:p w14:paraId="43C5B513" w14:textId="77777777" w:rsidR="003E2007" w:rsidRPr="00D6163D" w:rsidRDefault="003E2007" w:rsidP="00FC6389">
          <w:pPr>
            <w:pStyle w:val="Druhdokumentu"/>
          </w:pPr>
        </w:p>
      </w:tc>
    </w:tr>
  </w:tbl>
  <w:p w14:paraId="7AA6C2E4" w14:textId="77777777" w:rsidR="003E2007" w:rsidRPr="00D6163D" w:rsidRDefault="003E2007" w:rsidP="00FC6389">
    <w:pPr>
      <w:pStyle w:val="Zhlav"/>
      <w:rPr>
        <w:sz w:val="8"/>
        <w:szCs w:val="8"/>
      </w:rPr>
    </w:pPr>
  </w:p>
  <w:p w14:paraId="6A8FAF98" w14:textId="77777777" w:rsidR="003E2007" w:rsidRPr="00460660" w:rsidRDefault="003E2007">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6"/>
  </w:num>
  <w:num w:numId="5">
    <w:abstractNumId w:val="7"/>
  </w:num>
  <w:num w:numId="6">
    <w:abstractNumId w:val="3"/>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6"/>
  </w:num>
  <w:num w:numId="12">
    <w:abstractNumId w:val="7"/>
  </w:num>
  <w:num w:numId="13">
    <w:abstractNumId w:val="8"/>
  </w:num>
  <w:num w:numId="14">
    <w:abstractNumId w:val="1"/>
  </w:num>
  <w:num w:numId="15">
    <w:abstractNumId w:val="3"/>
  </w:num>
  <w:num w:numId="16">
    <w:abstractNumId w:val="9"/>
  </w:num>
  <w:num w:numId="17">
    <w:abstractNumId w:val="9"/>
  </w:num>
  <w:num w:numId="18">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6A31"/>
    <w:rsid w:val="00002F26"/>
    <w:rsid w:val="00005B8A"/>
    <w:rsid w:val="00012EC4"/>
    <w:rsid w:val="00013877"/>
    <w:rsid w:val="000145C8"/>
    <w:rsid w:val="00016F90"/>
    <w:rsid w:val="0001744E"/>
    <w:rsid w:val="00017F3C"/>
    <w:rsid w:val="00021D3A"/>
    <w:rsid w:val="0002279D"/>
    <w:rsid w:val="00022FA5"/>
    <w:rsid w:val="00024EF0"/>
    <w:rsid w:val="00031D7C"/>
    <w:rsid w:val="00041EC8"/>
    <w:rsid w:val="0005496A"/>
    <w:rsid w:val="00054FC6"/>
    <w:rsid w:val="000619E9"/>
    <w:rsid w:val="0006465A"/>
    <w:rsid w:val="0006588D"/>
    <w:rsid w:val="00067A5E"/>
    <w:rsid w:val="000719BB"/>
    <w:rsid w:val="00072A65"/>
    <w:rsid w:val="00072C1E"/>
    <w:rsid w:val="000742F5"/>
    <w:rsid w:val="00075675"/>
    <w:rsid w:val="000768BE"/>
    <w:rsid w:val="00076B14"/>
    <w:rsid w:val="00076B98"/>
    <w:rsid w:val="00083E11"/>
    <w:rsid w:val="0008439D"/>
    <w:rsid w:val="0008461A"/>
    <w:rsid w:val="00090F72"/>
    <w:rsid w:val="0009438C"/>
    <w:rsid w:val="000A03B8"/>
    <w:rsid w:val="000A2B28"/>
    <w:rsid w:val="000A503C"/>
    <w:rsid w:val="000A6E75"/>
    <w:rsid w:val="000B408F"/>
    <w:rsid w:val="000B4439"/>
    <w:rsid w:val="000B4EB8"/>
    <w:rsid w:val="000C41F2"/>
    <w:rsid w:val="000C618D"/>
    <w:rsid w:val="000C7E5E"/>
    <w:rsid w:val="000D22C4"/>
    <w:rsid w:val="000D27D1"/>
    <w:rsid w:val="000D6539"/>
    <w:rsid w:val="000E1A7F"/>
    <w:rsid w:val="000E4E36"/>
    <w:rsid w:val="000F15F1"/>
    <w:rsid w:val="00103B38"/>
    <w:rsid w:val="00104CC3"/>
    <w:rsid w:val="00107C19"/>
    <w:rsid w:val="00110D71"/>
    <w:rsid w:val="00112864"/>
    <w:rsid w:val="00114472"/>
    <w:rsid w:val="00114988"/>
    <w:rsid w:val="00114DE9"/>
    <w:rsid w:val="00115069"/>
    <w:rsid w:val="001150F2"/>
    <w:rsid w:val="00116940"/>
    <w:rsid w:val="001227B2"/>
    <w:rsid w:val="0012299E"/>
    <w:rsid w:val="00130E62"/>
    <w:rsid w:val="00132923"/>
    <w:rsid w:val="00140433"/>
    <w:rsid w:val="001458CB"/>
    <w:rsid w:val="001458F9"/>
    <w:rsid w:val="00146BCB"/>
    <w:rsid w:val="001476BD"/>
    <w:rsid w:val="0015027B"/>
    <w:rsid w:val="00153B6C"/>
    <w:rsid w:val="001603BD"/>
    <w:rsid w:val="00164C06"/>
    <w:rsid w:val="001656A2"/>
    <w:rsid w:val="0017050C"/>
    <w:rsid w:val="00170EC5"/>
    <w:rsid w:val="001747C1"/>
    <w:rsid w:val="00177D6B"/>
    <w:rsid w:val="001860E7"/>
    <w:rsid w:val="00187CC6"/>
    <w:rsid w:val="00191F90"/>
    <w:rsid w:val="0019235F"/>
    <w:rsid w:val="001976B3"/>
    <w:rsid w:val="00197ABE"/>
    <w:rsid w:val="00197D96"/>
    <w:rsid w:val="001A3B3C"/>
    <w:rsid w:val="001A649E"/>
    <w:rsid w:val="001B3CD3"/>
    <w:rsid w:val="001B4180"/>
    <w:rsid w:val="001B4E74"/>
    <w:rsid w:val="001B531E"/>
    <w:rsid w:val="001B6316"/>
    <w:rsid w:val="001B7668"/>
    <w:rsid w:val="001C645F"/>
    <w:rsid w:val="001D1CE9"/>
    <w:rsid w:val="001D39DE"/>
    <w:rsid w:val="001D3EF4"/>
    <w:rsid w:val="001E351F"/>
    <w:rsid w:val="001E678E"/>
    <w:rsid w:val="001E78D3"/>
    <w:rsid w:val="001F06EA"/>
    <w:rsid w:val="001F1699"/>
    <w:rsid w:val="002007BA"/>
    <w:rsid w:val="00202CF7"/>
    <w:rsid w:val="00202D9D"/>
    <w:rsid w:val="002038C9"/>
    <w:rsid w:val="002071BB"/>
    <w:rsid w:val="00207DF5"/>
    <w:rsid w:val="00207F2A"/>
    <w:rsid w:val="00214AA6"/>
    <w:rsid w:val="00217951"/>
    <w:rsid w:val="00224E36"/>
    <w:rsid w:val="00232000"/>
    <w:rsid w:val="00234E1A"/>
    <w:rsid w:val="002370B0"/>
    <w:rsid w:val="00237695"/>
    <w:rsid w:val="00240B81"/>
    <w:rsid w:val="00240E11"/>
    <w:rsid w:val="00246914"/>
    <w:rsid w:val="00247D01"/>
    <w:rsid w:val="0025030F"/>
    <w:rsid w:val="00250479"/>
    <w:rsid w:val="00250AAA"/>
    <w:rsid w:val="0025283D"/>
    <w:rsid w:val="002548B5"/>
    <w:rsid w:val="00261102"/>
    <w:rsid w:val="00261A5B"/>
    <w:rsid w:val="00262E5B"/>
    <w:rsid w:val="00264D52"/>
    <w:rsid w:val="002723B9"/>
    <w:rsid w:val="0027422E"/>
    <w:rsid w:val="00275272"/>
    <w:rsid w:val="00276AFE"/>
    <w:rsid w:val="00286B2D"/>
    <w:rsid w:val="0029043F"/>
    <w:rsid w:val="002944A6"/>
    <w:rsid w:val="002A3B57"/>
    <w:rsid w:val="002A416D"/>
    <w:rsid w:val="002B6B58"/>
    <w:rsid w:val="002C1924"/>
    <w:rsid w:val="002C31BF"/>
    <w:rsid w:val="002D2102"/>
    <w:rsid w:val="002D5307"/>
    <w:rsid w:val="002D5B86"/>
    <w:rsid w:val="002D7FD6"/>
    <w:rsid w:val="002E0CD7"/>
    <w:rsid w:val="002E0CFB"/>
    <w:rsid w:val="002E0DBA"/>
    <w:rsid w:val="002E0E29"/>
    <w:rsid w:val="002E1905"/>
    <w:rsid w:val="002E2A6B"/>
    <w:rsid w:val="002E3C78"/>
    <w:rsid w:val="002E5C7B"/>
    <w:rsid w:val="002E6D26"/>
    <w:rsid w:val="002F31F1"/>
    <w:rsid w:val="002F4333"/>
    <w:rsid w:val="002F6173"/>
    <w:rsid w:val="00304DAF"/>
    <w:rsid w:val="00307207"/>
    <w:rsid w:val="003130A4"/>
    <w:rsid w:val="003137DF"/>
    <w:rsid w:val="003202DC"/>
    <w:rsid w:val="003229ED"/>
    <w:rsid w:val="003254A3"/>
    <w:rsid w:val="00327EEF"/>
    <w:rsid w:val="0033239F"/>
    <w:rsid w:val="00334918"/>
    <w:rsid w:val="003418A3"/>
    <w:rsid w:val="0034274B"/>
    <w:rsid w:val="003462EB"/>
    <w:rsid w:val="00346853"/>
    <w:rsid w:val="0034719F"/>
    <w:rsid w:val="00350A35"/>
    <w:rsid w:val="0035463D"/>
    <w:rsid w:val="00355002"/>
    <w:rsid w:val="003571D8"/>
    <w:rsid w:val="00357BC6"/>
    <w:rsid w:val="00361422"/>
    <w:rsid w:val="003728A8"/>
    <w:rsid w:val="003729DD"/>
    <w:rsid w:val="0037545D"/>
    <w:rsid w:val="00376246"/>
    <w:rsid w:val="00377C99"/>
    <w:rsid w:val="00381272"/>
    <w:rsid w:val="003827BF"/>
    <w:rsid w:val="003833A8"/>
    <w:rsid w:val="00386FF1"/>
    <w:rsid w:val="00392EB6"/>
    <w:rsid w:val="00394893"/>
    <w:rsid w:val="003956C6"/>
    <w:rsid w:val="003A72CE"/>
    <w:rsid w:val="003B111D"/>
    <w:rsid w:val="003B2407"/>
    <w:rsid w:val="003C33F2"/>
    <w:rsid w:val="003C6679"/>
    <w:rsid w:val="003C7295"/>
    <w:rsid w:val="003C7B82"/>
    <w:rsid w:val="003D3906"/>
    <w:rsid w:val="003D756E"/>
    <w:rsid w:val="003D7905"/>
    <w:rsid w:val="003E0100"/>
    <w:rsid w:val="003E2007"/>
    <w:rsid w:val="003E2851"/>
    <w:rsid w:val="003E29C0"/>
    <w:rsid w:val="003E420D"/>
    <w:rsid w:val="003E4C13"/>
    <w:rsid w:val="003E735B"/>
    <w:rsid w:val="003F2B5E"/>
    <w:rsid w:val="003F64A7"/>
    <w:rsid w:val="00400457"/>
    <w:rsid w:val="004012C9"/>
    <w:rsid w:val="0040435C"/>
    <w:rsid w:val="00404F88"/>
    <w:rsid w:val="004078F3"/>
    <w:rsid w:val="00410C44"/>
    <w:rsid w:val="00412D61"/>
    <w:rsid w:val="004211D8"/>
    <w:rsid w:val="0042581E"/>
    <w:rsid w:val="00426465"/>
    <w:rsid w:val="00426CA4"/>
    <w:rsid w:val="00427794"/>
    <w:rsid w:val="0043237D"/>
    <w:rsid w:val="004337FB"/>
    <w:rsid w:val="00443210"/>
    <w:rsid w:val="0044359F"/>
    <w:rsid w:val="004461DF"/>
    <w:rsid w:val="00450F07"/>
    <w:rsid w:val="00453CD3"/>
    <w:rsid w:val="00455B83"/>
    <w:rsid w:val="004570EC"/>
    <w:rsid w:val="00460660"/>
    <w:rsid w:val="00462A46"/>
    <w:rsid w:val="00462DB8"/>
    <w:rsid w:val="00463785"/>
    <w:rsid w:val="00463BD5"/>
    <w:rsid w:val="00464BA9"/>
    <w:rsid w:val="00464D4A"/>
    <w:rsid w:val="004716BA"/>
    <w:rsid w:val="004725AC"/>
    <w:rsid w:val="0047647C"/>
    <w:rsid w:val="0048341C"/>
    <w:rsid w:val="00483969"/>
    <w:rsid w:val="00486107"/>
    <w:rsid w:val="00486DF3"/>
    <w:rsid w:val="004877A7"/>
    <w:rsid w:val="0049107E"/>
    <w:rsid w:val="00491827"/>
    <w:rsid w:val="00494D8D"/>
    <w:rsid w:val="004960EB"/>
    <w:rsid w:val="00497800"/>
    <w:rsid w:val="004A4096"/>
    <w:rsid w:val="004A6ACC"/>
    <w:rsid w:val="004B7823"/>
    <w:rsid w:val="004B7997"/>
    <w:rsid w:val="004C05CC"/>
    <w:rsid w:val="004C27A1"/>
    <w:rsid w:val="004C3255"/>
    <w:rsid w:val="004C430E"/>
    <w:rsid w:val="004C4399"/>
    <w:rsid w:val="004C787C"/>
    <w:rsid w:val="004D6F0C"/>
    <w:rsid w:val="004D7D8C"/>
    <w:rsid w:val="004E7A1F"/>
    <w:rsid w:val="004F4B9B"/>
    <w:rsid w:val="004F5CFE"/>
    <w:rsid w:val="004F70CD"/>
    <w:rsid w:val="00500C8E"/>
    <w:rsid w:val="0050666E"/>
    <w:rsid w:val="00511AB9"/>
    <w:rsid w:val="00515137"/>
    <w:rsid w:val="00523BB5"/>
    <w:rsid w:val="00523EA7"/>
    <w:rsid w:val="00525187"/>
    <w:rsid w:val="00525759"/>
    <w:rsid w:val="0052735A"/>
    <w:rsid w:val="00531CB9"/>
    <w:rsid w:val="00532F79"/>
    <w:rsid w:val="005334A9"/>
    <w:rsid w:val="00535B20"/>
    <w:rsid w:val="00537A4F"/>
    <w:rsid w:val="005403D3"/>
    <w:rsid w:val="005406EB"/>
    <w:rsid w:val="00540FAD"/>
    <w:rsid w:val="00544B1A"/>
    <w:rsid w:val="00545AD1"/>
    <w:rsid w:val="00553375"/>
    <w:rsid w:val="00554D0D"/>
    <w:rsid w:val="00555884"/>
    <w:rsid w:val="0055798A"/>
    <w:rsid w:val="00562909"/>
    <w:rsid w:val="00570FAC"/>
    <w:rsid w:val="005736B7"/>
    <w:rsid w:val="00575E5A"/>
    <w:rsid w:val="00580245"/>
    <w:rsid w:val="00585A86"/>
    <w:rsid w:val="0058742A"/>
    <w:rsid w:val="00587CA4"/>
    <w:rsid w:val="00590B8A"/>
    <w:rsid w:val="005A1F44"/>
    <w:rsid w:val="005A499F"/>
    <w:rsid w:val="005C4F2D"/>
    <w:rsid w:val="005D1608"/>
    <w:rsid w:val="005D1B50"/>
    <w:rsid w:val="005D2C6C"/>
    <w:rsid w:val="005D3C39"/>
    <w:rsid w:val="005D7706"/>
    <w:rsid w:val="005E0049"/>
    <w:rsid w:val="005E1267"/>
    <w:rsid w:val="005F0383"/>
    <w:rsid w:val="005F5876"/>
    <w:rsid w:val="005F63AC"/>
    <w:rsid w:val="00601A8C"/>
    <w:rsid w:val="0060289C"/>
    <w:rsid w:val="0061068E"/>
    <w:rsid w:val="006115D3"/>
    <w:rsid w:val="00612EDB"/>
    <w:rsid w:val="00613D3A"/>
    <w:rsid w:val="006146BF"/>
    <w:rsid w:val="006149D2"/>
    <w:rsid w:val="00614E71"/>
    <w:rsid w:val="00616EAA"/>
    <w:rsid w:val="00616F81"/>
    <w:rsid w:val="006208DF"/>
    <w:rsid w:val="00634834"/>
    <w:rsid w:val="00645371"/>
    <w:rsid w:val="006501CA"/>
    <w:rsid w:val="00652C01"/>
    <w:rsid w:val="00655976"/>
    <w:rsid w:val="00655F45"/>
    <w:rsid w:val="0065610E"/>
    <w:rsid w:val="006606DB"/>
    <w:rsid w:val="00660AD3"/>
    <w:rsid w:val="00662818"/>
    <w:rsid w:val="006776B6"/>
    <w:rsid w:val="00686559"/>
    <w:rsid w:val="0069136C"/>
    <w:rsid w:val="00693150"/>
    <w:rsid w:val="00693EE9"/>
    <w:rsid w:val="006952C7"/>
    <w:rsid w:val="006972D4"/>
    <w:rsid w:val="006A019B"/>
    <w:rsid w:val="006A5570"/>
    <w:rsid w:val="006A689C"/>
    <w:rsid w:val="006A747D"/>
    <w:rsid w:val="006B13A8"/>
    <w:rsid w:val="006B2318"/>
    <w:rsid w:val="006B2436"/>
    <w:rsid w:val="006B3D79"/>
    <w:rsid w:val="006B3E78"/>
    <w:rsid w:val="006B4545"/>
    <w:rsid w:val="006B6FE4"/>
    <w:rsid w:val="006C16E1"/>
    <w:rsid w:val="006C18F3"/>
    <w:rsid w:val="006C2343"/>
    <w:rsid w:val="006C26FF"/>
    <w:rsid w:val="006C31D3"/>
    <w:rsid w:val="006C3F24"/>
    <w:rsid w:val="006C442A"/>
    <w:rsid w:val="006C49F2"/>
    <w:rsid w:val="006E0578"/>
    <w:rsid w:val="006E2751"/>
    <w:rsid w:val="006E314D"/>
    <w:rsid w:val="006F0578"/>
    <w:rsid w:val="006F455E"/>
    <w:rsid w:val="006F70E0"/>
    <w:rsid w:val="007020E6"/>
    <w:rsid w:val="00710723"/>
    <w:rsid w:val="007161BD"/>
    <w:rsid w:val="00720802"/>
    <w:rsid w:val="00723ED1"/>
    <w:rsid w:val="00732A80"/>
    <w:rsid w:val="00733AD8"/>
    <w:rsid w:val="00740AF5"/>
    <w:rsid w:val="007426F9"/>
    <w:rsid w:val="00743525"/>
    <w:rsid w:val="00744D42"/>
    <w:rsid w:val="00745555"/>
    <w:rsid w:val="00745B7E"/>
    <w:rsid w:val="00745F94"/>
    <w:rsid w:val="007541A2"/>
    <w:rsid w:val="00754C65"/>
    <w:rsid w:val="00755818"/>
    <w:rsid w:val="00756A89"/>
    <w:rsid w:val="00757290"/>
    <w:rsid w:val="0076286B"/>
    <w:rsid w:val="00766846"/>
    <w:rsid w:val="0076790E"/>
    <w:rsid w:val="00770601"/>
    <w:rsid w:val="0077673A"/>
    <w:rsid w:val="00776C2B"/>
    <w:rsid w:val="00781F41"/>
    <w:rsid w:val="007846E1"/>
    <w:rsid w:val="007847D6"/>
    <w:rsid w:val="00784EFE"/>
    <w:rsid w:val="00797BF3"/>
    <w:rsid w:val="00797E5F"/>
    <w:rsid w:val="007A202B"/>
    <w:rsid w:val="007A5172"/>
    <w:rsid w:val="007A67A0"/>
    <w:rsid w:val="007B133E"/>
    <w:rsid w:val="007B1A9D"/>
    <w:rsid w:val="007B1F2E"/>
    <w:rsid w:val="007B570C"/>
    <w:rsid w:val="007C15BD"/>
    <w:rsid w:val="007C4C8F"/>
    <w:rsid w:val="007D41FF"/>
    <w:rsid w:val="007E0E61"/>
    <w:rsid w:val="007E4A6E"/>
    <w:rsid w:val="007F56A7"/>
    <w:rsid w:val="007F605F"/>
    <w:rsid w:val="007F7AFD"/>
    <w:rsid w:val="00800851"/>
    <w:rsid w:val="0080171C"/>
    <w:rsid w:val="008028FD"/>
    <w:rsid w:val="00803449"/>
    <w:rsid w:val="00803BF3"/>
    <w:rsid w:val="00807DD0"/>
    <w:rsid w:val="00810E5C"/>
    <w:rsid w:val="00811DD3"/>
    <w:rsid w:val="00814696"/>
    <w:rsid w:val="00814C9F"/>
    <w:rsid w:val="00816930"/>
    <w:rsid w:val="00817499"/>
    <w:rsid w:val="00821D01"/>
    <w:rsid w:val="00824893"/>
    <w:rsid w:val="00826B7B"/>
    <w:rsid w:val="0083197D"/>
    <w:rsid w:val="00831E0F"/>
    <w:rsid w:val="00834146"/>
    <w:rsid w:val="00841944"/>
    <w:rsid w:val="008444F1"/>
    <w:rsid w:val="00845A0A"/>
    <w:rsid w:val="00846789"/>
    <w:rsid w:val="00854B3C"/>
    <w:rsid w:val="00856573"/>
    <w:rsid w:val="008579F7"/>
    <w:rsid w:val="00863CE0"/>
    <w:rsid w:val="00865F5F"/>
    <w:rsid w:val="00872C00"/>
    <w:rsid w:val="00874BB5"/>
    <w:rsid w:val="00876FD1"/>
    <w:rsid w:val="00877EEA"/>
    <w:rsid w:val="0088200B"/>
    <w:rsid w:val="00886163"/>
    <w:rsid w:val="0088683E"/>
    <w:rsid w:val="00887F36"/>
    <w:rsid w:val="00890A4F"/>
    <w:rsid w:val="00891AAE"/>
    <w:rsid w:val="00893DFC"/>
    <w:rsid w:val="008A01EA"/>
    <w:rsid w:val="008A23C0"/>
    <w:rsid w:val="008A3568"/>
    <w:rsid w:val="008A3ACD"/>
    <w:rsid w:val="008A4FE4"/>
    <w:rsid w:val="008B2B40"/>
    <w:rsid w:val="008B391B"/>
    <w:rsid w:val="008B60A4"/>
    <w:rsid w:val="008C24A8"/>
    <w:rsid w:val="008C50F3"/>
    <w:rsid w:val="008C51A4"/>
    <w:rsid w:val="008C7EFE"/>
    <w:rsid w:val="008D03B9"/>
    <w:rsid w:val="008D2896"/>
    <w:rsid w:val="008D30C7"/>
    <w:rsid w:val="008D34E6"/>
    <w:rsid w:val="008E3E00"/>
    <w:rsid w:val="008E54C8"/>
    <w:rsid w:val="008F18D6"/>
    <w:rsid w:val="008F2C9B"/>
    <w:rsid w:val="008F7747"/>
    <w:rsid w:val="008F797B"/>
    <w:rsid w:val="0090019A"/>
    <w:rsid w:val="00902A84"/>
    <w:rsid w:val="00904780"/>
    <w:rsid w:val="009048B2"/>
    <w:rsid w:val="00904CC9"/>
    <w:rsid w:val="0090635B"/>
    <w:rsid w:val="00914F81"/>
    <w:rsid w:val="00917BAD"/>
    <w:rsid w:val="00922385"/>
    <w:rsid w:val="009223DF"/>
    <w:rsid w:val="009226C1"/>
    <w:rsid w:val="00923406"/>
    <w:rsid w:val="0092529B"/>
    <w:rsid w:val="00930A74"/>
    <w:rsid w:val="00930A9B"/>
    <w:rsid w:val="00936091"/>
    <w:rsid w:val="00936D2A"/>
    <w:rsid w:val="00940734"/>
    <w:rsid w:val="00940D8A"/>
    <w:rsid w:val="00950944"/>
    <w:rsid w:val="00957F1F"/>
    <w:rsid w:val="00962258"/>
    <w:rsid w:val="00967398"/>
    <w:rsid w:val="009678B7"/>
    <w:rsid w:val="00967F48"/>
    <w:rsid w:val="009717F1"/>
    <w:rsid w:val="0097239D"/>
    <w:rsid w:val="009774EB"/>
    <w:rsid w:val="00980EEF"/>
    <w:rsid w:val="00981A8E"/>
    <w:rsid w:val="009903C3"/>
    <w:rsid w:val="009920E1"/>
    <w:rsid w:val="00992D9C"/>
    <w:rsid w:val="00992FC6"/>
    <w:rsid w:val="00996CB8"/>
    <w:rsid w:val="009A404E"/>
    <w:rsid w:val="009A7F33"/>
    <w:rsid w:val="009B2E97"/>
    <w:rsid w:val="009B303C"/>
    <w:rsid w:val="009B50C1"/>
    <w:rsid w:val="009B5146"/>
    <w:rsid w:val="009B5181"/>
    <w:rsid w:val="009C016F"/>
    <w:rsid w:val="009C418E"/>
    <w:rsid w:val="009C442C"/>
    <w:rsid w:val="009C4EEA"/>
    <w:rsid w:val="009D2FC5"/>
    <w:rsid w:val="009D5183"/>
    <w:rsid w:val="009D623F"/>
    <w:rsid w:val="009E07F4"/>
    <w:rsid w:val="009E09BE"/>
    <w:rsid w:val="009E1D5F"/>
    <w:rsid w:val="009E3221"/>
    <w:rsid w:val="009E3D46"/>
    <w:rsid w:val="009E4D19"/>
    <w:rsid w:val="009F1404"/>
    <w:rsid w:val="009F25DD"/>
    <w:rsid w:val="009F309B"/>
    <w:rsid w:val="009F392E"/>
    <w:rsid w:val="009F4F28"/>
    <w:rsid w:val="009F52B4"/>
    <w:rsid w:val="009F53C5"/>
    <w:rsid w:val="009F69FE"/>
    <w:rsid w:val="00A04D7F"/>
    <w:rsid w:val="00A07078"/>
    <w:rsid w:val="00A0740E"/>
    <w:rsid w:val="00A23726"/>
    <w:rsid w:val="00A23CD5"/>
    <w:rsid w:val="00A4050F"/>
    <w:rsid w:val="00A4561A"/>
    <w:rsid w:val="00A47324"/>
    <w:rsid w:val="00A47B7A"/>
    <w:rsid w:val="00A50641"/>
    <w:rsid w:val="00A51ACE"/>
    <w:rsid w:val="00A530BF"/>
    <w:rsid w:val="00A535EA"/>
    <w:rsid w:val="00A616A4"/>
    <w:rsid w:val="00A6177B"/>
    <w:rsid w:val="00A620B8"/>
    <w:rsid w:val="00A62E74"/>
    <w:rsid w:val="00A63696"/>
    <w:rsid w:val="00A63D2E"/>
    <w:rsid w:val="00A66030"/>
    <w:rsid w:val="00A66136"/>
    <w:rsid w:val="00A66853"/>
    <w:rsid w:val="00A67C50"/>
    <w:rsid w:val="00A71189"/>
    <w:rsid w:val="00A7364A"/>
    <w:rsid w:val="00A74789"/>
    <w:rsid w:val="00A74DCC"/>
    <w:rsid w:val="00A753ED"/>
    <w:rsid w:val="00A77512"/>
    <w:rsid w:val="00A8227E"/>
    <w:rsid w:val="00A8385E"/>
    <w:rsid w:val="00A94C2F"/>
    <w:rsid w:val="00A94F0E"/>
    <w:rsid w:val="00A95445"/>
    <w:rsid w:val="00A96A31"/>
    <w:rsid w:val="00A97BF8"/>
    <w:rsid w:val="00AA0F8D"/>
    <w:rsid w:val="00AA4CBB"/>
    <w:rsid w:val="00AA65FA"/>
    <w:rsid w:val="00AA7351"/>
    <w:rsid w:val="00AC3E83"/>
    <w:rsid w:val="00AC547E"/>
    <w:rsid w:val="00AC59BD"/>
    <w:rsid w:val="00AC678D"/>
    <w:rsid w:val="00AD056F"/>
    <w:rsid w:val="00AD0C7B"/>
    <w:rsid w:val="00AD38D0"/>
    <w:rsid w:val="00AD5F1A"/>
    <w:rsid w:val="00AD6731"/>
    <w:rsid w:val="00AF0FD3"/>
    <w:rsid w:val="00AF2E9E"/>
    <w:rsid w:val="00AF5943"/>
    <w:rsid w:val="00B008D5"/>
    <w:rsid w:val="00B00CFD"/>
    <w:rsid w:val="00B01542"/>
    <w:rsid w:val="00B02F73"/>
    <w:rsid w:val="00B0619F"/>
    <w:rsid w:val="00B101FD"/>
    <w:rsid w:val="00B11C42"/>
    <w:rsid w:val="00B13A26"/>
    <w:rsid w:val="00B15371"/>
    <w:rsid w:val="00B15D0D"/>
    <w:rsid w:val="00B22106"/>
    <w:rsid w:val="00B31D98"/>
    <w:rsid w:val="00B331AB"/>
    <w:rsid w:val="00B344A3"/>
    <w:rsid w:val="00B44CC6"/>
    <w:rsid w:val="00B46BA5"/>
    <w:rsid w:val="00B479CC"/>
    <w:rsid w:val="00B50AB2"/>
    <w:rsid w:val="00B53E41"/>
    <w:rsid w:val="00B5431A"/>
    <w:rsid w:val="00B54C83"/>
    <w:rsid w:val="00B54FBB"/>
    <w:rsid w:val="00B56EB2"/>
    <w:rsid w:val="00B61D30"/>
    <w:rsid w:val="00B75DE2"/>
    <w:rsid w:val="00B75EE1"/>
    <w:rsid w:val="00B77481"/>
    <w:rsid w:val="00B81CBE"/>
    <w:rsid w:val="00B8518B"/>
    <w:rsid w:val="00B861EA"/>
    <w:rsid w:val="00B90FC2"/>
    <w:rsid w:val="00B93566"/>
    <w:rsid w:val="00B94742"/>
    <w:rsid w:val="00B94F10"/>
    <w:rsid w:val="00B95A4C"/>
    <w:rsid w:val="00B97CC3"/>
    <w:rsid w:val="00BA2F47"/>
    <w:rsid w:val="00BC0405"/>
    <w:rsid w:val="00BC06C4"/>
    <w:rsid w:val="00BC5413"/>
    <w:rsid w:val="00BC5755"/>
    <w:rsid w:val="00BC62DD"/>
    <w:rsid w:val="00BD2B67"/>
    <w:rsid w:val="00BD6C04"/>
    <w:rsid w:val="00BD76C3"/>
    <w:rsid w:val="00BD7E91"/>
    <w:rsid w:val="00BD7F0D"/>
    <w:rsid w:val="00BE06DC"/>
    <w:rsid w:val="00BF54FE"/>
    <w:rsid w:val="00BF6922"/>
    <w:rsid w:val="00BF6AEC"/>
    <w:rsid w:val="00C01A3A"/>
    <w:rsid w:val="00C02D0A"/>
    <w:rsid w:val="00C03A6E"/>
    <w:rsid w:val="00C05C11"/>
    <w:rsid w:val="00C062C9"/>
    <w:rsid w:val="00C065D9"/>
    <w:rsid w:val="00C13860"/>
    <w:rsid w:val="00C226C0"/>
    <w:rsid w:val="00C22D8F"/>
    <w:rsid w:val="00C24A6A"/>
    <w:rsid w:val="00C3030A"/>
    <w:rsid w:val="00C30CA8"/>
    <w:rsid w:val="00C3492B"/>
    <w:rsid w:val="00C365DA"/>
    <w:rsid w:val="00C36679"/>
    <w:rsid w:val="00C423B6"/>
    <w:rsid w:val="00C42FE6"/>
    <w:rsid w:val="00C44F6A"/>
    <w:rsid w:val="00C51B48"/>
    <w:rsid w:val="00C53FFF"/>
    <w:rsid w:val="00C55C22"/>
    <w:rsid w:val="00C6198E"/>
    <w:rsid w:val="00C708EA"/>
    <w:rsid w:val="00C71821"/>
    <w:rsid w:val="00C73385"/>
    <w:rsid w:val="00C778A5"/>
    <w:rsid w:val="00C83FA2"/>
    <w:rsid w:val="00C85035"/>
    <w:rsid w:val="00C8578E"/>
    <w:rsid w:val="00C86957"/>
    <w:rsid w:val="00C95162"/>
    <w:rsid w:val="00C95790"/>
    <w:rsid w:val="00CA71A9"/>
    <w:rsid w:val="00CB05FC"/>
    <w:rsid w:val="00CB6A37"/>
    <w:rsid w:val="00CB7684"/>
    <w:rsid w:val="00CC11FB"/>
    <w:rsid w:val="00CC2699"/>
    <w:rsid w:val="00CC7C8F"/>
    <w:rsid w:val="00CD1383"/>
    <w:rsid w:val="00CD1FC4"/>
    <w:rsid w:val="00CD7B99"/>
    <w:rsid w:val="00CE1C97"/>
    <w:rsid w:val="00CF034F"/>
    <w:rsid w:val="00CF1B91"/>
    <w:rsid w:val="00CF2936"/>
    <w:rsid w:val="00D0273B"/>
    <w:rsid w:val="00D034A0"/>
    <w:rsid w:val="00D0732C"/>
    <w:rsid w:val="00D12130"/>
    <w:rsid w:val="00D12C76"/>
    <w:rsid w:val="00D173CC"/>
    <w:rsid w:val="00D21061"/>
    <w:rsid w:val="00D2244B"/>
    <w:rsid w:val="00D24AE7"/>
    <w:rsid w:val="00D271D7"/>
    <w:rsid w:val="00D322B7"/>
    <w:rsid w:val="00D33D4C"/>
    <w:rsid w:val="00D4108E"/>
    <w:rsid w:val="00D521D0"/>
    <w:rsid w:val="00D549CA"/>
    <w:rsid w:val="00D55077"/>
    <w:rsid w:val="00D6163D"/>
    <w:rsid w:val="00D61BB3"/>
    <w:rsid w:val="00D67D3D"/>
    <w:rsid w:val="00D771F6"/>
    <w:rsid w:val="00D80E63"/>
    <w:rsid w:val="00D831A3"/>
    <w:rsid w:val="00D8421D"/>
    <w:rsid w:val="00D85204"/>
    <w:rsid w:val="00D86F92"/>
    <w:rsid w:val="00D90C8B"/>
    <w:rsid w:val="00D95BFF"/>
    <w:rsid w:val="00D97BE3"/>
    <w:rsid w:val="00D97E89"/>
    <w:rsid w:val="00DA1C67"/>
    <w:rsid w:val="00DA2178"/>
    <w:rsid w:val="00DA26BC"/>
    <w:rsid w:val="00DA27EA"/>
    <w:rsid w:val="00DA3711"/>
    <w:rsid w:val="00DA3FB1"/>
    <w:rsid w:val="00DA4963"/>
    <w:rsid w:val="00DA7BD2"/>
    <w:rsid w:val="00DB52E5"/>
    <w:rsid w:val="00DB58AA"/>
    <w:rsid w:val="00DB6450"/>
    <w:rsid w:val="00DC430B"/>
    <w:rsid w:val="00DC60F1"/>
    <w:rsid w:val="00DD46F3"/>
    <w:rsid w:val="00DE39FF"/>
    <w:rsid w:val="00DE51A5"/>
    <w:rsid w:val="00DE56F2"/>
    <w:rsid w:val="00DF116D"/>
    <w:rsid w:val="00DF4DDD"/>
    <w:rsid w:val="00DF7BAA"/>
    <w:rsid w:val="00E01124"/>
    <w:rsid w:val="00E014A7"/>
    <w:rsid w:val="00E03018"/>
    <w:rsid w:val="00E03689"/>
    <w:rsid w:val="00E03B03"/>
    <w:rsid w:val="00E04A7B"/>
    <w:rsid w:val="00E125E0"/>
    <w:rsid w:val="00E13140"/>
    <w:rsid w:val="00E16FF7"/>
    <w:rsid w:val="00E1732F"/>
    <w:rsid w:val="00E20AE7"/>
    <w:rsid w:val="00E2241A"/>
    <w:rsid w:val="00E26D68"/>
    <w:rsid w:val="00E311B8"/>
    <w:rsid w:val="00E31C29"/>
    <w:rsid w:val="00E3341A"/>
    <w:rsid w:val="00E37AC7"/>
    <w:rsid w:val="00E37E06"/>
    <w:rsid w:val="00E44045"/>
    <w:rsid w:val="00E516F2"/>
    <w:rsid w:val="00E536EF"/>
    <w:rsid w:val="00E618C4"/>
    <w:rsid w:val="00E67218"/>
    <w:rsid w:val="00E70AB8"/>
    <w:rsid w:val="00E7218A"/>
    <w:rsid w:val="00E726BC"/>
    <w:rsid w:val="00E739C5"/>
    <w:rsid w:val="00E84C3A"/>
    <w:rsid w:val="00E86EF7"/>
    <w:rsid w:val="00E878EE"/>
    <w:rsid w:val="00EA23AF"/>
    <w:rsid w:val="00EA69AC"/>
    <w:rsid w:val="00EA6A2E"/>
    <w:rsid w:val="00EA6EC7"/>
    <w:rsid w:val="00EB0835"/>
    <w:rsid w:val="00EB104F"/>
    <w:rsid w:val="00EB121E"/>
    <w:rsid w:val="00EB1EA8"/>
    <w:rsid w:val="00EB4139"/>
    <w:rsid w:val="00EB46E5"/>
    <w:rsid w:val="00EB7065"/>
    <w:rsid w:val="00EB7A07"/>
    <w:rsid w:val="00EC4FA5"/>
    <w:rsid w:val="00EC613E"/>
    <w:rsid w:val="00EC75ED"/>
    <w:rsid w:val="00ED0703"/>
    <w:rsid w:val="00ED1089"/>
    <w:rsid w:val="00ED14BD"/>
    <w:rsid w:val="00ED1E11"/>
    <w:rsid w:val="00ED2516"/>
    <w:rsid w:val="00ED2AC4"/>
    <w:rsid w:val="00EE75CA"/>
    <w:rsid w:val="00EF1373"/>
    <w:rsid w:val="00EF50A7"/>
    <w:rsid w:val="00F016C7"/>
    <w:rsid w:val="00F01B21"/>
    <w:rsid w:val="00F02597"/>
    <w:rsid w:val="00F10AF7"/>
    <w:rsid w:val="00F10C74"/>
    <w:rsid w:val="00F116B6"/>
    <w:rsid w:val="00F12DEC"/>
    <w:rsid w:val="00F15018"/>
    <w:rsid w:val="00F1715C"/>
    <w:rsid w:val="00F24845"/>
    <w:rsid w:val="00F310F8"/>
    <w:rsid w:val="00F331C1"/>
    <w:rsid w:val="00F35939"/>
    <w:rsid w:val="00F40272"/>
    <w:rsid w:val="00F43984"/>
    <w:rsid w:val="00F45607"/>
    <w:rsid w:val="00F4722B"/>
    <w:rsid w:val="00F54432"/>
    <w:rsid w:val="00F60DF5"/>
    <w:rsid w:val="00F60EBA"/>
    <w:rsid w:val="00F659EB"/>
    <w:rsid w:val="00F66312"/>
    <w:rsid w:val="00F66DA9"/>
    <w:rsid w:val="00F673CB"/>
    <w:rsid w:val="00F705D1"/>
    <w:rsid w:val="00F71810"/>
    <w:rsid w:val="00F77FD9"/>
    <w:rsid w:val="00F82B00"/>
    <w:rsid w:val="00F83AE6"/>
    <w:rsid w:val="00F84891"/>
    <w:rsid w:val="00F85B8B"/>
    <w:rsid w:val="00F86BA6"/>
    <w:rsid w:val="00F8788B"/>
    <w:rsid w:val="00F87B3E"/>
    <w:rsid w:val="00FA17DD"/>
    <w:rsid w:val="00FA5522"/>
    <w:rsid w:val="00FB5DE8"/>
    <w:rsid w:val="00FB6342"/>
    <w:rsid w:val="00FC4D1B"/>
    <w:rsid w:val="00FC6389"/>
    <w:rsid w:val="00FD55A7"/>
    <w:rsid w:val="00FE2555"/>
    <w:rsid w:val="00FE5309"/>
    <w:rsid w:val="00FE5F22"/>
    <w:rsid w:val="00FE69DC"/>
    <w:rsid w:val="00FE6AEC"/>
    <w:rsid w:val="00FE6D68"/>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DDD705A"/>
  <w15:docId w15:val="{CD13713A-2CA8-49D5-A451-5853F1E91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15"/>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qFormat/>
    <w:rsid w:val="0002279D"/>
    <w:pPr>
      <w:numPr>
        <w:ilvl w:val="2"/>
        <w:numId w:val="15"/>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4"/>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4"/>
      </w:numPr>
      <w:spacing w:before="280" w:after="120" w:line="264" w:lineRule="auto"/>
      <w:outlineLvl w:val="0"/>
    </w:pPr>
    <w:rPr>
      <w:b/>
      <w:caps/>
      <w:sz w:val="22"/>
      <w:szCs w:val="18"/>
    </w:rPr>
  </w:style>
  <w:style w:type="paragraph" w:customStyle="1" w:styleId="Odrka1-1">
    <w:name w:val="_Odrážka_1-1_•"/>
    <w:basedOn w:val="Normln"/>
    <w:link w:val="Odrka1-1Char"/>
    <w:qFormat/>
    <w:rsid w:val="0002279D"/>
    <w:pPr>
      <w:numPr>
        <w:numId w:val="11"/>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qFormat/>
    <w:rsid w:val="0002279D"/>
    <w:pPr>
      <w:numPr>
        <w:ilvl w:val="1"/>
      </w:numPr>
    </w:pPr>
  </w:style>
  <w:style w:type="paragraph" w:customStyle="1" w:styleId="Odrka1-3">
    <w:name w:val="_Odrážka_1-3_·"/>
    <w:basedOn w:val="Odrka1-2-"/>
    <w:qFormat/>
    <w:rsid w:val="0002279D"/>
    <w:pPr>
      <w:numPr>
        <w:ilvl w:val="2"/>
      </w:numPr>
    </w:pPr>
  </w:style>
  <w:style w:type="paragraph" w:customStyle="1" w:styleId="Odstavec1-1a">
    <w:name w:val="_Odstavec_1-1_a)"/>
    <w:basedOn w:val="Normln"/>
    <w:link w:val="Odstavec1-1aChar"/>
    <w:qFormat/>
    <w:rsid w:val="0002279D"/>
    <w:pPr>
      <w:numPr>
        <w:numId w:val="12"/>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3"/>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02279D"/>
    <w:pPr>
      <w:numPr>
        <w:numId w:val="16"/>
      </w:numPr>
    </w:pPr>
  </w:style>
  <w:style w:type="character" w:customStyle="1" w:styleId="ZTPinfo-text-odrChar">
    <w:name w:val="_ZTP_info-text-odr Char"/>
    <w:basedOn w:val="ZTPinfo-textChar"/>
    <w:link w:val="ZTPinfo-text-odr"/>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797818">
      <w:bodyDiv w:val="1"/>
      <w:marLeft w:val="0"/>
      <w:marRight w:val="0"/>
      <w:marTop w:val="0"/>
      <w:marBottom w:val="0"/>
      <w:divBdr>
        <w:top w:val="none" w:sz="0" w:space="0" w:color="auto"/>
        <w:left w:val="none" w:sz="0" w:space="0" w:color="auto"/>
        <w:bottom w:val="none" w:sz="0" w:space="0" w:color="auto"/>
        <w:right w:val="none" w:sz="0" w:space="0" w:color="auto"/>
      </w:divBdr>
    </w:div>
    <w:div w:id="297222751">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1563179954">
      <w:bodyDiv w:val="1"/>
      <w:marLeft w:val="0"/>
      <w:marRight w:val="0"/>
      <w:marTop w:val="0"/>
      <w:marBottom w:val="0"/>
      <w:divBdr>
        <w:top w:val="none" w:sz="0" w:space="0" w:color="auto"/>
        <w:left w:val="none" w:sz="0" w:space="0" w:color="auto"/>
        <w:bottom w:val="none" w:sz="0" w:space="0" w:color="auto"/>
        <w:right w:val="none" w:sz="0" w:space="0" w:color="auto"/>
      </w:divBdr>
    </w:div>
    <w:div w:id="1996452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etonserver.cz/skladky-suti-recyklace/recyklacni-centra"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SZDC000PHANT041\Dokumenty\OI\Vzorov&#225;%20ZD\ZD_ZHOTOVEN&#205;_STAVBY\R-Podlimitn&#237;_(NE-FIDIC)\ZTP_R_VZOR_23071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1972E5A5C1F47B39773C2CED101A76C"/>
        <w:category>
          <w:name w:val="Obecné"/>
          <w:gallery w:val="placeholder"/>
        </w:category>
        <w:types>
          <w:type w:val="bbPlcHdr"/>
        </w:types>
        <w:behaviors>
          <w:behavior w:val="content"/>
        </w:behaviors>
        <w:guid w:val="{A5018187-C6D5-4833-B315-9734D7BB836F}"/>
      </w:docPartPr>
      <w:docPartBody>
        <w:p w:rsidR="007364D0" w:rsidRDefault="007364D0">
          <w:pPr>
            <w:pStyle w:val="21972E5A5C1F47B39773C2CED101A76C"/>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64D0"/>
    <w:rsid w:val="000A4403"/>
    <w:rsid w:val="002349C5"/>
    <w:rsid w:val="00470D01"/>
    <w:rsid w:val="007364D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21972E5A5C1F47B39773C2CED101A76C">
    <w:name w:val="21972E5A5C1F47B39773C2CED101A76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schemas.microsoft.com/sharepoint/v3/fields"/>
    <ds:schemaRef ds:uri="http://www.w3.org/XML/1998/namespace"/>
    <ds:schemaRef ds:uri="http://purl.org/dc/elements/1.1/"/>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50FB8450-C875-4679-A9EC-9EED0B07C3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ZTP_R_VZOR_230711</Template>
  <TotalTime>6</TotalTime>
  <Pages>7</Pages>
  <Words>2421</Words>
  <Characters>14289</Characters>
  <Application>Microsoft Office Word</Application>
  <DocSecurity>0</DocSecurity>
  <Lines>119</Lines>
  <Paragraphs>33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R_230711</vt:lpstr>
      <vt:lpstr/>
      <vt:lpstr>Titulek 1. úrovně </vt:lpstr>
      <vt:lpstr>    Titulek 2. úrovně</vt:lpstr>
      <vt:lpstr>        Titulek 3. úrovně</vt:lpstr>
    </vt:vector>
  </TitlesOfParts>
  <Manager>Fojta@spravazeleznic.cz</Manager>
  <Company>SŽ</Company>
  <LinksUpToDate>false</LinksUpToDate>
  <CharactersWithSpaces>16677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R_230711</dc:title>
  <dc:creator>Charvát Martin, Ing.</dc:creator>
  <cp:lastModifiedBy>Majerová Renáta</cp:lastModifiedBy>
  <cp:revision>4</cp:revision>
  <cp:lastPrinted>2023-12-11T07:08:00Z</cp:lastPrinted>
  <dcterms:created xsi:type="dcterms:W3CDTF">2023-11-21T08:06:00Z</dcterms:created>
  <dcterms:modified xsi:type="dcterms:W3CDTF">2023-12-11T07:14:00Z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